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8AF" w14:textId="2F333306" w:rsidR="00415658" w:rsidRDefault="00415658">
      <w:pPr>
        <w:pStyle w:val="Titolo"/>
      </w:pPr>
      <w:r>
        <w:t xml:space="preserve">DICHIARAZIONE SOSTITUTIVA DI </w:t>
      </w:r>
      <w:r w:rsidR="005054B8">
        <w:t>ATTO DI NOTORIETÀ</w:t>
      </w:r>
    </w:p>
    <w:p w14:paraId="5AB2BF59" w14:textId="3B34ABE1" w:rsidR="00415658" w:rsidRPr="00EB2476" w:rsidRDefault="00415658">
      <w:pPr>
        <w:spacing w:line="360" w:lineRule="atLeast"/>
        <w:jc w:val="center"/>
        <w:rPr>
          <w:b/>
          <w:bCs/>
          <w:lang w:val="de-DE"/>
        </w:rPr>
      </w:pPr>
      <w:r w:rsidRPr="00EB2476">
        <w:rPr>
          <w:b/>
          <w:bCs/>
          <w:lang w:val="de-DE"/>
        </w:rPr>
        <w:t>(art. 4</w:t>
      </w:r>
      <w:r w:rsidR="005054B8">
        <w:rPr>
          <w:b/>
          <w:bCs/>
          <w:lang w:val="de-DE"/>
        </w:rPr>
        <w:t>7</w:t>
      </w:r>
      <w:r w:rsidRPr="00EB2476">
        <w:rPr>
          <w:b/>
          <w:bCs/>
          <w:lang w:val="de-DE"/>
        </w:rPr>
        <w:t xml:space="preserve"> D.P.R. n. 445 del 28/12/2000)</w:t>
      </w:r>
    </w:p>
    <w:p w14:paraId="46000A33" w14:textId="3FF54F0A" w:rsidR="00415658" w:rsidRPr="00FB591D" w:rsidRDefault="00415658" w:rsidP="00360DC4">
      <w:pPr>
        <w:spacing w:after="120" w:line="360" w:lineRule="atLeast"/>
        <w:jc w:val="both"/>
        <w:rPr>
          <w:sz w:val="22"/>
          <w:szCs w:val="22"/>
        </w:rPr>
      </w:pPr>
      <w:r w:rsidRPr="00FB591D">
        <w:rPr>
          <w:sz w:val="22"/>
          <w:szCs w:val="22"/>
        </w:rPr>
        <w:t>Il sottoscritto</w:t>
      </w:r>
      <w:r w:rsidR="00D07495" w:rsidRPr="00FB591D">
        <w:rPr>
          <w:sz w:val="22"/>
          <w:szCs w:val="22"/>
        </w:rPr>
        <w:t xml:space="preserve"> </w:t>
      </w:r>
      <w:r w:rsidR="00CF4C41">
        <w:rPr>
          <w:sz w:val="22"/>
          <w:szCs w:val="22"/>
        </w:rPr>
        <w:t>______________</w:t>
      </w:r>
      <w:r w:rsidRPr="00FB591D">
        <w:rPr>
          <w:sz w:val="22"/>
          <w:szCs w:val="22"/>
        </w:rPr>
        <w:t>, nato</w:t>
      </w:r>
      <w:r w:rsidR="00D07495" w:rsidRPr="00FB591D">
        <w:rPr>
          <w:sz w:val="22"/>
          <w:szCs w:val="22"/>
        </w:rPr>
        <w:t xml:space="preserve"> </w:t>
      </w:r>
      <w:r w:rsidRPr="00FB591D">
        <w:rPr>
          <w:sz w:val="22"/>
          <w:szCs w:val="22"/>
        </w:rPr>
        <w:t>il</w:t>
      </w:r>
      <w:r w:rsidR="00D07495" w:rsidRPr="00FB591D">
        <w:rPr>
          <w:sz w:val="22"/>
          <w:szCs w:val="22"/>
        </w:rPr>
        <w:t xml:space="preserve"> </w:t>
      </w:r>
      <w:r w:rsidR="00CF4C41">
        <w:rPr>
          <w:sz w:val="22"/>
          <w:szCs w:val="22"/>
        </w:rPr>
        <w:t xml:space="preserve">___________ </w:t>
      </w:r>
      <w:r w:rsidRPr="00FB591D">
        <w:rPr>
          <w:sz w:val="22"/>
          <w:szCs w:val="22"/>
        </w:rPr>
        <w:t xml:space="preserve">a </w:t>
      </w:r>
      <w:r w:rsidR="00CF4C41">
        <w:rPr>
          <w:sz w:val="22"/>
          <w:szCs w:val="22"/>
        </w:rPr>
        <w:t>____________</w:t>
      </w:r>
      <w:r w:rsidR="00445477">
        <w:rPr>
          <w:sz w:val="22"/>
          <w:szCs w:val="22"/>
        </w:rPr>
        <w:t xml:space="preserve"> </w:t>
      </w:r>
      <w:r w:rsidRPr="00FB591D">
        <w:rPr>
          <w:sz w:val="22"/>
          <w:szCs w:val="22"/>
        </w:rPr>
        <w:t>residente a</w:t>
      </w:r>
      <w:r w:rsidR="00FB591D">
        <w:rPr>
          <w:sz w:val="22"/>
          <w:szCs w:val="22"/>
        </w:rPr>
        <w:t xml:space="preserve"> </w:t>
      </w:r>
      <w:r w:rsidR="00CF4C41">
        <w:rPr>
          <w:sz w:val="22"/>
          <w:szCs w:val="22"/>
        </w:rPr>
        <w:t>___________</w:t>
      </w:r>
      <w:r w:rsidR="00567E4D">
        <w:rPr>
          <w:sz w:val="22"/>
          <w:szCs w:val="22"/>
        </w:rPr>
        <w:t xml:space="preserve"> </w:t>
      </w:r>
      <w:r w:rsidRPr="00FB591D">
        <w:rPr>
          <w:sz w:val="22"/>
          <w:szCs w:val="22"/>
        </w:rPr>
        <w:t xml:space="preserve">in </w:t>
      </w:r>
      <w:r w:rsidR="00D07495" w:rsidRPr="00FB591D">
        <w:rPr>
          <w:sz w:val="22"/>
          <w:szCs w:val="22"/>
        </w:rPr>
        <w:t>v</w:t>
      </w:r>
      <w:r w:rsidRPr="00FB591D">
        <w:rPr>
          <w:sz w:val="22"/>
          <w:szCs w:val="22"/>
        </w:rPr>
        <w:t xml:space="preserve">ia </w:t>
      </w:r>
      <w:r w:rsidR="00CF4C41">
        <w:rPr>
          <w:sz w:val="22"/>
          <w:szCs w:val="22"/>
        </w:rPr>
        <w:t>______________</w:t>
      </w:r>
      <w:r w:rsidRPr="00FB591D">
        <w:rPr>
          <w:sz w:val="22"/>
          <w:szCs w:val="22"/>
        </w:rPr>
        <w:t xml:space="preserve">consapevole delle sanzioni penali previste dall’art. </w:t>
      </w:r>
      <w:r w:rsidR="00D07495" w:rsidRPr="00FB591D">
        <w:rPr>
          <w:sz w:val="22"/>
          <w:szCs w:val="22"/>
        </w:rPr>
        <w:t>76 del</w:t>
      </w:r>
      <w:r w:rsidRPr="00FB591D">
        <w:rPr>
          <w:sz w:val="22"/>
          <w:szCs w:val="22"/>
        </w:rPr>
        <w:t xml:space="preserve"> D.p.r. 445/2000, nel caso di mendaci dichiarazioni, falsità negli atti, uso o esibizione di atti falsi o contenenti dati non rispondenti a verità,</w:t>
      </w:r>
      <w:r w:rsidR="00B47B5D">
        <w:rPr>
          <w:sz w:val="22"/>
          <w:szCs w:val="22"/>
        </w:rPr>
        <w:t xml:space="preserve"> in relazione all’incarico </w:t>
      </w:r>
      <w:r w:rsidR="00CF4C41">
        <w:rPr>
          <w:sz w:val="22"/>
          <w:szCs w:val="22"/>
        </w:rPr>
        <w:t>_____________________________________</w:t>
      </w:r>
    </w:p>
    <w:p w14:paraId="0A942CBC" w14:textId="41A93D10" w:rsidR="00415658" w:rsidRDefault="00360DC4">
      <w:pPr>
        <w:spacing w:after="240" w:line="360" w:lineRule="atLeast"/>
        <w:jc w:val="center"/>
        <w:rPr>
          <w:b/>
          <w:bCs/>
          <w:sz w:val="22"/>
          <w:szCs w:val="22"/>
        </w:rPr>
      </w:pPr>
      <w:r w:rsidRPr="00FB591D">
        <w:rPr>
          <w:b/>
          <w:bCs/>
          <w:sz w:val="22"/>
          <w:szCs w:val="22"/>
        </w:rPr>
        <w:t>dichiara</w:t>
      </w:r>
      <w:r w:rsidR="005054B8">
        <w:rPr>
          <w:rStyle w:val="Rimandonotaapidipagina"/>
          <w:b/>
          <w:bCs/>
          <w:sz w:val="22"/>
          <w:szCs w:val="22"/>
        </w:rPr>
        <w:footnoteReference w:id="1"/>
      </w:r>
    </w:p>
    <w:p w14:paraId="3E0A6196" w14:textId="249C860D" w:rsidR="00B47B5D" w:rsidRPr="008265EA" w:rsidRDefault="00B47B5D" w:rsidP="008265EA">
      <w:pPr>
        <w:spacing w:line="360" w:lineRule="auto"/>
        <w:jc w:val="both"/>
        <w:rPr>
          <w:i/>
          <w:iCs/>
          <w:sz w:val="22"/>
          <w:szCs w:val="22"/>
        </w:rPr>
      </w:pPr>
      <w:r w:rsidRPr="008265EA">
        <w:rPr>
          <w:i/>
          <w:iCs/>
          <w:sz w:val="22"/>
          <w:szCs w:val="22"/>
        </w:rPr>
        <w:t>Sezione I – Incarichi e cariche:</w:t>
      </w:r>
    </w:p>
    <w:p w14:paraId="0A508D5D" w14:textId="0B5F0866" w:rsidR="00B47B5D" w:rsidRPr="00E36B59" w:rsidRDefault="008265EA" w:rsidP="00E36B59">
      <w:pPr>
        <w:pStyle w:val="Paragrafoelenco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B47B5D" w:rsidRPr="00E36B59">
        <w:rPr>
          <w:sz w:val="22"/>
          <w:szCs w:val="22"/>
        </w:rPr>
        <w:t>i non svolgere incarichi e di non essere titolare di cariche in Enti di diritto privato regolati o finanziati dalla Pubblica Amministrazione;</w:t>
      </w:r>
    </w:p>
    <w:p w14:paraId="2D264144" w14:textId="77777777" w:rsidR="00B47B5D" w:rsidRPr="00E36B59" w:rsidRDefault="00B47B5D" w:rsidP="00E36B59">
      <w:pPr>
        <w:pStyle w:val="Paragrafoelenco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di svolgere i seguenti incarichi o di essere titolare delle seguenti cariche in Enti di diritto privato regolati o finanziati dalla Pubblica Amministrazione:</w:t>
      </w:r>
    </w:p>
    <w:p w14:paraId="5D4E56FD" w14:textId="1A409B76" w:rsidR="00E36B59" w:rsidRDefault="00B47B5D" w:rsidP="008265EA">
      <w:pPr>
        <w:pStyle w:val="Paragrafoelenco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titolo dell’incarico/carica ________________________________________________</w:t>
      </w:r>
      <w:r w:rsidR="00E36B59">
        <w:rPr>
          <w:sz w:val="22"/>
          <w:szCs w:val="22"/>
        </w:rPr>
        <w:t>____</w:t>
      </w:r>
      <w:r w:rsidRPr="00E36B59">
        <w:rPr>
          <w:sz w:val="22"/>
          <w:szCs w:val="22"/>
        </w:rPr>
        <w:t>_;</w:t>
      </w:r>
    </w:p>
    <w:p w14:paraId="3353A26E" w14:textId="3B98C546" w:rsidR="00B47B5D" w:rsidRPr="00E36B59" w:rsidRDefault="00B47B5D" w:rsidP="008265EA">
      <w:pPr>
        <w:pStyle w:val="Paragrafoelenco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denominazione ente________________________________________________________</w:t>
      </w:r>
      <w:r w:rsidR="00E36B59">
        <w:rPr>
          <w:sz w:val="22"/>
          <w:szCs w:val="22"/>
        </w:rPr>
        <w:t>_</w:t>
      </w:r>
      <w:r w:rsidRPr="00E36B59">
        <w:rPr>
          <w:sz w:val="22"/>
          <w:szCs w:val="22"/>
        </w:rPr>
        <w:t>_;</w:t>
      </w:r>
    </w:p>
    <w:p w14:paraId="3BE9D659" w14:textId="14D0ED0D" w:rsidR="008265EA" w:rsidRDefault="00B47B5D" w:rsidP="008265EA">
      <w:pPr>
        <w:pStyle w:val="Paragrafoelenco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durata dell’incarico/carica____________________</w:t>
      </w:r>
      <w:r w:rsidR="00E36B59">
        <w:rPr>
          <w:sz w:val="22"/>
          <w:szCs w:val="22"/>
        </w:rPr>
        <w:t>________________________________</w:t>
      </w:r>
      <w:r w:rsidRPr="00E36B59">
        <w:rPr>
          <w:sz w:val="22"/>
          <w:szCs w:val="22"/>
        </w:rPr>
        <w:t>_;</w:t>
      </w:r>
    </w:p>
    <w:p w14:paraId="0B1C8FB8" w14:textId="37225A2A" w:rsidR="00B47B5D" w:rsidRPr="008265EA" w:rsidRDefault="00B47B5D" w:rsidP="008265EA">
      <w:pPr>
        <w:spacing w:line="360" w:lineRule="auto"/>
        <w:jc w:val="both"/>
        <w:rPr>
          <w:i/>
          <w:iCs/>
          <w:sz w:val="22"/>
          <w:szCs w:val="22"/>
        </w:rPr>
      </w:pPr>
      <w:r w:rsidRPr="008265EA">
        <w:rPr>
          <w:i/>
          <w:iCs/>
          <w:sz w:val="22"/>
          <w:szCs w:val="22"/>
        </w:rPr>
        <w:t>Sezione II – Attività professionale:</w:t>
      </w:r>
    </w:p>
    <w:p w14:paraId="3645A7CF" w14:textId="77777777" w:rsidR="00B47B5D" w:rsidRPr="00E36B59" w:rsidRDefault="00B47B5D" w:rsidP="008265EA">
      <w:pPr>
        <w:pStyle w:val="Paragrafoelenco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di non svolgere attività professionale;</w:t>
      </w:r>
    </w:p>
    <w:p w14:paraId="6D7643E6" w14:textId="29F1E4CE" w:rsidR="00B47B5D" w:rsidRPr="00E36B59" w:rsidRDefault="00B47B5D" w:rsidP="008265EA">
      <w:pPr>
        <w:pStyle w:val="Paragrafoelenco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di svolgere l</w:t>
      </w:r>
      <w:r w:rsidR="00E36B59">
        <w:rPr>
          <w:sz w:val="22"/>
          <w:szCs w:val="22"/>
        </w:rPr>
        <w:t>a</w:t>
      </w:r>
      <w:r w:rsidRPr="00E36B59">
        <w:rPr>
          <w:sz w:val="22"/>
          <w:szCs w:val="22"/>
        </w:rPr>
        <w:t xml:space="preserve"> seguent</w:t>
      </w:r>
      <w:r w:rsidR="00E36B59">
        <w:rPr>
          <w:sz w:val="22"/>
          <w:szCs w:val="22"/>
        </w:rPr>
        <w:t>e</w:t>
      </w:r>
      <w:r w:rsidRPr="00E36B59">
        <w:rPr>
          <w:sz w:val="22"/>
          <w:szCs w:val="22"/>
        </w:rPr>
        <w:t xml:space="preserve"> attività professional</w:t>
      </w:r>
      <w:r w:rsidR="00E36B59">
        <w:rPr>
          <w:sz w:val="22"/>
          <w:szCs w:val="22"/>
        </w:rPr>
        <w:t>e</w:t>
      </w:r>
      <w:r w:rsidRPr="00E36B59">
        <w:rPr>
          <w:sz w:val="22"/>
          <w:szCs w:val="22"/>
        </w:rPr>
        <w:t>:</w:t>
      </w:r>
    </w:p>
    <w:p w14:paraId="2BB62FB5" w14:textId="43555AC5" w:rsidR="00B47B5D" w:rsidRPr="00E36B59" w:rsidRDefault="00B47B5D" w:rsidP="008265EA">
      <w:pPr>
        <w:pStyle w:val="Paragrafoelenco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tipologia</w:t>
      </w:r>
      <w:r w:rsidR="00E36B59">
        <w:rPr>
          <w:sz w:val="22"/>
          <w:szCs w:val="22"/>
        </w:rPr>
        <w:t xml:space="preserve"> </w:t>
      </w:r>
      <w:r w:rsidRPr="00E36B59">
        <w:rPr>
          <w:sz w:val="22"/>
          <w:szCs w:val="22"/>
        </w:rPr>
        <w:t>__________________________________________________________________;</w:t>
      </w:r>
    </w:p>
    <w:p w14:paraId="6EB3E830" w14:textId="42E29B14" w:rsidR="00B47B5D" w:rsidRPr="00E36B59" w:rsidRDefault="00B47B5D" w:rsidP="008265EA">
      <w:pPr>
        <w:pStyle w:val="Paragrafoelenco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denominazione ente/società/studio ___________________________________________</w:t>
      </w:r>
      <w:r w:rsidR="00E36B59">
        <w:rPr>
          <w:sz w:val="22"/>
          <w:szCs w:val="22"/>
        </w:rPr>
        <w:t>__</w:t>
      </w:r>
      <w:r w:rsidRPr="00E36B59">
        <w:rPr>
          <w:sz w:val="22"/>
          <w:szCs w:val="22"/>
        </w:rPr>
        <w:t>_;</w:t>
      </w:r>
    </w:p>
    <w:p w14:paraId="067F89EE" w14:textId="16F64506" w:rsidR="00B47B5D" w:rsidRPr="00B47B5D" w:rsidRDefault="00B47B5D" w:rsidP="00B47B5D">
      <w:pPr>
        <w:spacing w:line="360" w:lineRule="auto"/>
        <w:jc w:val="center"/>
        <w:rPr>
          <w:b/>
          <w:bCs/>
          <w:sz w:val="22"/>
          <w:szCs w:val="22"/>
        </w:rPr>
      </w:pPr>
      <w:r w:rsidRPr="00B47B5D">
        <w:rPr>
          <w:b/>
          <w:bCs/>
          <w:sz w:val="22"/>
          <w:szCs w:val="22"/>
        </w:rPr>
        <w:t>dichiara inoltre</w:t>
      </w:r>
    </w:p>
    <w:p w14:paraId="029D7E1F" w14:textId="77777777" w:rsidR="00E36B59" w:rsidRDefault="00B47B5D" w:rsidP="00B47B5D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di non trovarsi, in relazione all’incarico sopra indicato e nei confronti dell’Amministrazione, in una situazione di conflitto, anche potenziale, di interessi propri, o del coniuge, di conviventi, di parenti, di affini entro il secondo grado, ai sensi degli artt. 6 e 13 comma 3 del DPR 16 aprile 2013, n.62, dell’articolo 53 del D.lgs. 30 marzo 2001, n.165 e s. m. e i.</w:t>
      </w:r>
      <w:r w:rsidR="00E36B59">
        <w:rPr>
          <w:sz w:val="22"/>
          <w:szCs w:val="22"/>
        </w:rPr>
        <w:t>;</w:t>
      </w:r>
    </w:p>
    <w:p w14:paraId="7FE9FB48" w14:textId="2BDE1A23" w:rsidR="00E36B59" w:rsidRDefault="00B47B5D" w:rsidP="00B47B5D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di impegnarsi a comunicare tempestivamente all’Amministrazione l’eventuale insorgere di talune delle situazioni sopra menzionate</w:t>
      </w:r>
      <w:r w:rsidR="00E36B59" w:rsidRPr="00E36B59">
        <w:rPr>
          <w:sz w:val="22"/>
          <w:szCs w:val="22"/>
        </w:rPr>
        <w:t>;</w:t>
      </w:r>
    </w:p>
    <w:p w14:paraId="31BCD3D6" w14:textId="40AEBA98" w:rsidR="00360DC4" w:rsidRPr="00E36B59" w:rsidRDefault="00360DC4" w:rsidP="00B47B5D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E36B59">
        <w:rPr>
          <w:sz w:val="22"/>
          <w:szCs w:val="22"/>
        </w:rPr>
        <w:t>di aver letto e compreso l’informativa relativa al trattamento dei dati personali ai sensi del D. Lgs. 196/2003 e de</w:t>
      </w:r>
      <w:r w:rsidR="00E36B59">
        <w:rPr>
          <w:sz w:val="22"/>
          <w:szCs w:val="22"/>
        </w:rPr>
        <w:t>ll’</w:t>
      </w:r>
      <w:r w:rsidRPr="00E36B59">
        <w:rPr>
          <w:sz w:val="22"/>
          <w:szCs w:val="22"/>
        </w:rPr>
        <w:t>art. 13 del regolamento UE 679/2016.</w:t>
      </w:r>
    </w:p>
    <w:p w14:paraId="0087D178" w14:textId="77777777" w:rsidR="003863BE" w:rsidRDefault="003863BE" w:rsidP="00360DC4">
      <w:pPr>
        <w:jc w:val="both"/>
        <w:rPr>
          <w:sz w:val="22"/>
          <w:szCs w:val="22"/>
        </w:rPr>
      </w:pPr>
    </w:p>
    <w:p w14:paraId="757BA881" w14:textId="6E36AB33" w:rsidR="003863BE" w:rsidRDefault="003863BE" w:rsidP="00360DC4">
      <w:pPr>
        <w:jc w:val="both"/>
        <w:rPr>
          <w:sz w:val="22"/>
          <w:szCs w:val="22"/>
        </w:rPr>
      </w:pPr>
      <w:r>
        <w:rPr>
          <w:sz w:val="22"/>
          <w:szCs w:val="22"/>
        </w:rPr>
        <w:t>Si allega alla presente copia di documento d’identità del dichiarante in corso di validità.</w:t>
      </w:r>
    </w:p>
    <w:p w14:paraId="02E3E76E" w14:textId="77777777" w:rsidR="00360DC4" w:rsidRDefault="00360DC4" w:rsidP="00360DC4">
      <w:pPr>
        <w:jc w:val="both"/>
        <w:rPr>
          <w:sz w:val="22"/>
          <w:szCs w:val="22"/>
        </w:rPr>
      </w:pPr>
    </w:p>
    <w:p w14:paraId="4C965244" w14:textId="068B86BE" w:rsidR="00415658" w:rsidRPr="00FB591D" w:rsidRDefault="00EB2476" w:rsidP="00360DC4">
      <w:pPr>
        <w:ind w:left="6372" w:firstLine="708"/>
        <w:jc w:val="both"/>
        <w:rPr>
          <w:sz w:val="22"/>
          <w:szCs w:val="22"/>
        </w:rPr>
      </w:pPr>
      <w:r w:rsidRPr="00FB591D">
        <w:rPr>
          <w:sz w:val="22"/>
          <w:szCs w:val="22"/>
        </w:rPr>
        <w:t>Il dichiarante</w:t>
      </w:r>
    </w:p>
    <w:p w14:paraId="5231F781" w14:textId="77777777" w:rsidR="00EB2476" w:rsidRPr="00FB591D" w:rsidRDefault="00EB2476" w:rsidP="00EB2476">
      <w:pPr>
        <w:ind w:left="6372" w:firstLine="708"/>
        <w:jc w:val="both"/>
        <w:rPr>
          <w:sz w:val="22"/>
          <w:szCs w:val="22"/>
        </w:rPr>
      </w:pPr>
    </w:p>
    <w:p w14:paraId="6CABF0FF" w14:textId="1B495CE0" w:rsidR="00E36B59" w:rsidRPr="00FB591D" w:rsidRDefault="00EB2476" w:rsidP="00EB2476">
      <w:pPr>
        <w:jc w:val="both"/>
        <w:rPr>
          <w:sz w:val="22"/>
          <w:szCs w:val="22"/>
        </w:rPr>
      </w:pPr>
      <w:r w:rsidRPr="00FB591D">
        <w:rPr>
          <w:sz w:val="22"/>
          <w:szCs w:val="22"/>
        </w:rPr>
        <w:t>______________</w:t>
      </w:r>
      <w:r w:rsidR="00415658" w:rsidRPr="00FB591D">
        <w:rPr>
          <w:sz w:val="22"/>
          <w:szCs w:val="22"/>
        </w:rPr>
        <w:t>,</w:t>
      </w:r>
      <w:r w:rsidR="00D07495" w:rsidRPr="00FB591D">
        <w:rPr>
          <w:sz w:val="22"/>
          <w:szCs w:val="22"/>
        </w:rPr>
        <w:t xml:space="preserve"> </w:t>
      </w:r>
      <w:r w:rsidR="00415658" w:rsidRPr="00FB591D">
        <w:rPr>
          <w:sz w:val="22"/>
          <w:szCs w:val="22"/>
        </w:rPr>
        <w:t>___</w:t>
      </w:r>
      <w:r w:rsidRPr="00FB591D">
        <w:rPr>
          <w:sz w:val="22"/>
          <w:szCs w:val="22"/>
        </w:rPr>
        <w:t xml:space="preserve"> / </w:t>
      </w:r>
      <w:r w:rsidR="00415658" w:rsidRPr="00FB591D">
        <w:rPr>
          <w:sz w:val="22"/>
          <w:szCs w:val="22"/>
        </w:rPr>
        <w:t>___</w:t>
      </w:r>
      <w:r w:rsidRPr="00FB591D">
        <w:rPr>
          <w:sz w:val="22"/>
          <w:szCs w:val="22"/>
        </w:rPr>
        <w:t xml:space="preserve"> / </w:t>
      </w:r>
      <w:r w:rsidR="00415658" w:rsidRPr="00FB591D">
        <w:rPr>
          <w:sz w:val="22"/>
          <w:szCs w:val="22"/>
        </w:rPr>
        <w:t>________</w:t>
      </w:r>
      <w:r w:rsidRPr="00FB591D">
        <w:rPr>
          <w:sz w:val="22"/>
          <w:szCs w:val="22"/>
        </w:rPr>
        <w:tab/>
      </w:r>
      <w:r w:rsidRPr="00FB591D">
        <w:rPr>
          <w:sz w:val="22"/>
          <w:szCs w:val="22"/>
        </w:rPr>
        <w:tab/>
      </w:r>
      <w:r w:rsidRPr="00FB591D">
        <w:rPr>
          <w:sz w:val="22"/>
          <w:szCs w:val="22"/>
        </w:rPr>
        <w:tab/>
      </w:r>
      <w:r w:rsidR="00360DC4">
        <w:rPr>
          <w:sz w:val="22"/>
          <w:szCs w:val="22"/>
        </w:rPr>
        <w:tab/>
      </w:r>
      <w:r w:rsidR="00415658" w:rsidRPr="00FB591D">
        <w:rPr>
          <w:b/>
          <w:bCs/>
          <w:sz w:val="22"/>
          <w:szCs w:val="22"/>
        </w:rPr>
        <w:t>_____________________</w:t>
      </w:r>
      <w:r w:rsidR="00415658" w:rsidRPr="00FB591D">
        <w:rPr>
          <w:sz w:val="22"/>
          <w:szCs w:val="22"/>
        </w:rPr>
        <w:t>_______</w:t>
      </w:r>
      <w:r w:rsidR="00360DC4">
        <w:rPr>
          <w:sz w:val="22"/>
          <w:szCs w:val="22"/>
        </w:rPr>
        <w:t>_</w:t>
      </w:r>
      <w:r w:rsidR="00415658" w:rsidRPr="00FB591D">
        <w:rPr>
          <w:sz w:val="22"/>
          <w:szCs w:val="22"/>
        </w:rPr>
        <w:t>_______</w:t>
      </w:r>
    </w:p>
    <w:sectPr w:rsidR="00E36B59" w:rsidRPr="00FB591D">
      <w:pgSz w:w="11906" w:h="16838" w:code="9"/>
      <w:pgMar w:top="851" w:right="1134" w:bottom="851" w:left="1134" w:header="72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144F9" w14:textId="77777777" w:rsidR="00C90077" w:rsidRDefault="00C90077">
      <w:r>
        <w:separator/>
      </w:r>
    </w:p>
  </w:endnote>
  <w:endnote w:type="continuationSeparator" w:id="0">
    <w:p w14:paraId="0C61C35A" w14:textId="77777777" w:rsidR="00C90077" w:rsidRDefault="00C90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BF89" w14:textId="77777777" w:rsidR="00C90077" w:rsidRDefault="00C90077">
      <w:r>
        <w:separator/>
      </w:r>
    </w:p>
  </w:footnote>
  <w:footnote w:type="continuationSeparator" w:id="0">
    <w:p w14:paraId="3096AAB0" w14:textId="77777777" w:rsidR="00C90077" w:rsidRDefault="00C90077">
      <w:r>
        <w:continuationSeparator/>
      </w:r>
    </w:p>
  </w:footnote>
  <w:footnote w:id="1">
    <w:p w14:paraId="1498539A" w14:textId="23E26EB5" w:rsidR="005054B8" w:rsidRDefault="005054B8">
      <w:pPr>
        <w:pStyle w:val="Testonotaapidipagina"/>
      </w:pPr>
      <w:r>
        <w:rPr>
          <w:rStyle w:val="Rimandonotaapidipagina"/>
        </w:rPr>
        <w:footnoteRef/>
      </w:r>
      <w:r>
        <w:t xml:space="preserve"> Ai sensi dell’art. 47 D.P.R. 445/2000 il dichiarante può dichiarare </w:t>
      </w:r>
      <w:r w:rsidRPr="005054B8">
        <w:t xml:space="preserve">indicare stati, qualità personali o fatti che siano a </w:t>
      </w:r>
      <w:r>
        <w:t xml:space="preserve">sua </w:t>
      </w:r>
      <w:r w:rsidRPr="005054B8">
        <w:t>diretta conoscenza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45F06"/>
    <w:multiLevelType w:val="hybridMultilevel"/>
    <w:tmpl w:val="02666DAC"/>
    <w:lvl w:ilvl="0" w:tplc="EAC2A51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2C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51E41EE"/>
    <w:multiLevelType w:val="hybridMultilevel"/>
    <w:tmpl w:val="2FCC1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67BED"/>
    <w:multiLevelType w:val="hybridMultilevel"/>
    <w:tmpl w:val="19E24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601CC"/>
    <w:multiLevelType w:val="hybridMultilevel"/>
    <w:tmpl w:val="56649554"/>
    <w:lvl w:ilvl="0" w:tplc="AD6CAD5E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76CBA"/>
    <w:multiLevelType w:val="hybridMultilevel"/>
    <w:tmpl w:val="DCC4F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290008">
    <w:abstractNumId w:val="1"/>
  </w:num>
  <w:num w:numId="2" w16cid:durableId="1122307168">
    <w:abstractNumId w:val="4"/>
  </w:num>
  <w:num w:numId="3" w16cid:durableId="196548953">
    <w:abstractNumId w:val="5"/>
  </w:num>
  <w:num w:numId="4" w16cid:durableId="1524510294">
    <w:abstractNumId w:val="0"/>
  </w:num>
  <w:num w:numId="5" w16cid:durableId="1387531444">
    <w:abstractNumId w:val="3"/>
  </w:num>
  <w:num w:numId="6" w16cid:durableId="866914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514"/>
    <w:rsid w:val="00000529"/>
    <w:rsid w:val="00006E64"/>
    <w:rsid w:val="00123D47"/>
    <w:rsid w:val="001633DF"/>
    <w:rsid w:val="001E4332"/>
    <w:rsid w:val="00232520"/>
    <w:rsid w:val="00257EBD"/>
    <w:rsid w:val="00287D7D"/>
    <w:rsid w:val="00360DC4"/>
    <w:rsid w:val="003763DE"/>
    <w:rsid w:val="003863BE"/>
    <w:rsid w:val="00415658"/>
    <w:rsid w:val="00445477"/>
    <w:rsid w:val="00466064"/>
    <w:rsid w:val="004A0806"/>
    <w:rsid w:val="005054B8"/>
    <w:rsid w:val="00567E4D"/>
    <w:rsid w:val="005D3520"/>
    <w:rsid w:val="007B6BA5"/>
    <w:rsid w:val="008265EA"/>
    <w:rsid w:val="0085798A"/>
    <w:rsid w:val="0088622A"/>
    <w:rsid w:val="00955064"/>
    <w:rsid w:val="009702B1"/>
    <w:rsid w:val="00AA6704"/>
    <w:rsid w:val="00B03D21"/>
    <w:rsid w:val="00B47B5D"/>
    <w:rsid w:val="00C046B7"/>
    <w:rsid w:val="00C90077"/>
    <w:rsid w:val="00CF4C41"/>
    <w:rsid w:val="00D07495"/>
    <w:rsid w:val="00DE0514"/>
    <w:rsid w:val="00E36B59"/>
    <w:rsid w:val="00EB2476"/>
    <w:rsid w:val="00F1615E"/>
    <w:rsid w:val="00FB591D"/>
    <w:rsid w:val="00FB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C4CDBA"/>
  <w14:defaultImageDpi w14:val="0"/>
  <w15:docId w15:val="{EB203158-A98A-427D-929A-C9ED41B3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spacing w:after="120" w:line="360" w:lineRule="auto"/>
      <w:jc w:val="both"/>
      <w:outlineLvl w:val="1"/>
    </w:pPr>
    <w:rPr>
      <w:rFonts w:ascii="Garamond" w:hAnsi="Garamond" w:cs="Garamond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spacing w:after="120" w:line="360" w:lineRule="auto"/>
      <w:jc w:val="center"/>
      <w:outlineLvl w:val="2"/>
    </w:pPr>
    <w:rPr>
      <w:rFonts w:ascii="Garamond" w:hAnsi="Garamond" w:cs="Garamond"/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ind w:left="6237"/>
      <w:outlineLvl w:val="3"/>
    </w:pPr>
    <w:rPr>
      <w:rFonts w:ascii="Garamond" w:hAnsi="Garamond" w:cs="Garamond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Pr>
      <w:rFonts w:ascii="Garamond" w:hAnsi="Garamond" w:cs="Garamond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Pr>
      <w:rFonts w:ascii="Garamond" w:hAnsi="Garamond" w:cs="Garamond"/>
      <w:b/>
      <w:b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Pr>
      <w:rFonts w:ascii="Garamond" w:hAnsi="Garamond" w:cs="Garamond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pPr>
      <w:spacing w:line="360" w:lineRule="atLeast"/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CorpodeltestoCarattere">
    <w:name w:val="Corpo del testo Carattere"/>
    <w:basedOn w:val="Carpredefinitoparagrafo"/>
    <w:uiPriority w:val="9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D0749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07495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D07495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07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voratoe\Desktop\moduli%20padovanet\art.%204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78E0-A7DA-4B75-B674-95D2A107B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art. 4.dot</Template>
  <TotalTime>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Il/La sottoscritto/a  _________________________________________________, nato/a  il_______________________</vt:lpstr>
    </vt:vector>
  </TitlesOfParts>
  <Company>Comune di Padova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Il/La sottoscritto/a  _________________________________________________, nato/a  il_______________________</dc:title>
  <dc:subject/>
  <dc:creator>Comune di Padova</dc:creator>
  <cp:keywords/>
  <dc:description/>
  <cp:lastModifiedBy>Parrettini Cristiano</cp:lastModifiedBy>
  <cp:revision>9</cp:revision>
  <cp:lastPrinted>2014-02-20T14:54:00Z</cp:lastPrinted>
  <dcterms:created xsi:type="dcterms:W3CDTF">2022-08-16T09:52:00Z</dcterms:created>
  <dcterms:modified xsi:type="dcterms:W3CDTF">2023-07-26T11:13:00Z</dcterms:modified>
</cp:coreProperties>
</file>