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FB07" w14:textId="63B4DBFB" w:rsidR="009B5C73" w:rsidRPr="009B5C73" w:rsidRDefault="009B5C73" w:rsidP="00FF0B17">
      <w:pPr>
        <w:pStyle w:val="Destinatari"/>
        <w:jc w:val="left"/>
        <w:rPr>
          <w:b/>
          <w:bCs/>
        </w:rPr>
      </w:pPr>
      <w:r w:rsidRPr="009B5C73">
        <w:rPr>
          <w:b/>
          <w:bCs/>
        </w:rPr>
        <w:t>Allegato 2</w:t>
      </w:r>
    </w:p>
    <w:p w14:paraId="62C0C64B" w14:textId="1CE6419B" w:rsidR="009B5C73" w:rsidRPr="009B5C73" w:rsidRDefault="009B5C73" w:rsidP="00FF0B17">
      <w:pPr>
        <w:pStyle w:val="Destinatari"/>
      </w:pPr>
      <w:r w:rsidRPr="009B5C73">
        <w:t>All’Ufficio Scolastico Regionale per l’Umbria</w:t>
      </w:r>
    </w:p>
    <w:p w14:paraId="218FD93C" w14:textId="59D3BE05" w:rsidR="009B5C73" w:rsidRPr="009B5C73" w:rsidRDefault="009B5C73" w:rsidP="00FF0B17">
      <w:pPr>
        <w:pStyle w:val="Destinatari"/>
      </w:pPr>
      <w:r w:rsidRPr="009B5C73">
        <w:t xml:space="preserve">PEC: </w:t>
      </w:r>
      <w:hyperlink r:id="rId8" w:history="1">
        <w:r w:rsidR="002C3882" w:rsidRPr="009E5D7F">
          <w:rPr>
            <w:rStyle w:val="Collegamentoipertestuale"/>
          </w:rPr>
          <w:t>drum@postacert.istruzione.it</w:t>
        </w:r>
      </w:hyperlink>
    </w:p>
    <w:p w14:paraId="09271B01" w14:textId="6A111919" w:rsidR="00472CC1" w:rsidRPr="009B5C73" w:rsidRDefault="00472CC1" w:rsidP="00FF0B17">
      <w:pPr>
        <w:pStyle w:val="Oggetto"/>
      </w:pPr>
      <w:r w:rsidRPr="009B5C73">
        <w:t>Oggetto:</w:t>
      </w:r>
      <w:r w:rsidR="009B5C73" w:rsidRPr="009B5C73">
        <w:t xml:space="preserve"> Manifestazione di disponibilità al conferimento d’incarico ai sensi dell’art. 19, comma 5 d. lgs 30 marzo 2001 n. 165, Ufficio I</w:t>
      </w:r>
      <w:r w:rsidR="008E18F5">
        <w:t>II</w:t>
      </w:r>
      <w:r w:rsidR="009B5C73" w:rsidRPr="009B5C73">
        <w:t xml:space="preserve"> U.S.R. Umbria.</w:t>
      </w:r>
    </w:p>
    <w:p w14:paraId="567007C0" w14:textId="7C566CAA" w:rsidR="009B5C73" w:rsidRDefault="009B5C73" w:rsidP="00FF0B17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……………………………….. nato a ………….. il …</w:t>
      </w:r>
      <w:r w:rsidR="00A12587">
        <w:rPr>
          <w:rFonts w:ascii="Book Antiqua" w:hAnsi="Book Antiqua"/>
        </w:rPr>
        <w:t xml:space="preserve"> /</w:t>
      </w:r>
      <w:r w:rsidRPr="009B5C73">
        <w:rPr>
          <w:rFonts w:ascii="Book Antiqua" w:hAnsi="Book Antiqua"/>
        </w:rPr>
        <w:t>……</w:t>
      </w:r>
      <w:r w:rsidR="00A12587">
        <w:rPr>
          <w:rFonts w:ascii="Book Antiqua" w:hAnsi="Book Antiqua"/>
        </w:rPr>
        <w:t>/</w:t>
      </w:r>
      <w:r w:rsidRPr="009B5C73">
        <w:rPr>
          <w:rFonts w:ascii="Book Antiqua" w:hAnsi="Book Antiqua"/>
        </w:rPr>
        <w:t xml:space="preserve">……….. </w:t>
      </w:r>
      <w:r w:rsidR="001A38FC" w:rsidRPr="009B5C73">
        <w:rPr>
          <w:rFonts w:ascii="Book Antiqua" w:hAnsi="Book Antiqua"/>
        </w:rPr>
        <w:t>codice fiscale………………………</w:t>
      </w:r>
      <w:r w:rsidR="001A38FC">
        <w:rPr>
          <w:rFonts w:ascii="Book Antiqua" w:hAnsi="Book Antiqua"/>
        </w:rPr>
        <w:t xml:space="preserve"> residente a ………………………………….. (….) in via …………………………… </w:t>
      </w:r>
      <w:r w:rsidRPr="009B5C73">
        <w:rPr>
          <w:rFonts w:ascii="Book Antiqua" w:hAnsi="Book Antiqua"/>
        </w:rPr>
        <w:t>in servizio presso……………………………………………...…, in relazione all’avviso di disponibilità de</w:t>
      </w:r>
      <w:r w:rsidR="0020040F">
        <w:rPr>
          <w:rFonts w:ascii="Book Antiqua" w:hAnsi="Book Antiqua"/>
        </w:rPr>
        <w:t xml:space="preserve">l </w:t>
      </w:r>
      <w:r w:rsidRPr="009B5C73">
        <w:rPr>
          <w:rFonts w:ascii="Book Antiqua" w:hAnsi="Book Antiqua"/>
        </w:rPr>
        <w:t>post</w:t>
      </w:r>
      <w:r w:rsidR="00042232">
        <w:rPr>
          <w:rFonts w:ascii="Book Antiqua" w:hAnsi="Book Antiqua"/>
        </w:rPr>
        <w:t>o</w:t>
      </w:r>
      <w:r w:rsidRPr="009B5C73">
        <w:rPr>
          <w:rFonts w:ascii="Book Antiqua" w:hAnsi="Book Antiqua"/>
        </w:rPr>
        <w:t xml:space="preserve"> di funzione dirigenziale </w:t>
      </w:r>
      <w:r w:rsidR="0020040F">
        <w:rPr>
          <w:rFonts w:ascii="Book Antiqua" w:hAnsi="Book Antiqua"/>
        </w:rPr>
        <w:t>in oggetto</w:t>
      </w:r>
    </w:p>
    <w:p w14:paraId="0C163136" w14:textId="77777777" w:rsidR="0020040F" w:rsidRDefault="0020040F" w:rsidP="00FF0B17">
      <w:pPr>
        <w:ind w:right="-1"/>
        <w:jc w:val="both"/>
        <w:rPr>
          <w:rFonts w:ascii="Book Antiqua" w:hAnsi="Book Antiqua"/>
        </w:rPr>
      </w:pPr>
    </w:p>
    <w:p w14:paraId="76CB28AF" w14:textId="2AB5689C" w:rsidR="009B5C73" w:rsidRDefault="0020040F" w:rsidP="00FF0B17">
      <w:pPr>
        <w:ind w:right="-1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m</w:t>
      </w:r>
      <w:r w:rsidR="0073200D" w:rsidRPr="0073200D">
        <w:rPr>
          <w:rFonts w:ascii="Book Antiqua" w:hAnsi="Book Antiqua"/>
          <w:b/>
          <w:bCs/>
        </w:rPr>
        <w:t>anifesta</w:t>
      </w:r>
    </w:p>
    <w:p w14:paraId="793AF137" w14:textId="77777777" w:rsidR="0020040F" w:rsidRDefault="0020040F" w:rsidP="00FF0B17">
      <w:pPr>
        <w:ind w:right="-1"/>
        <w:jc w:val="center"/>
        <w:rPr>
          <w:rFonts w:ascii="Book Antiqua" w:hAnsi="Book Antiqua"/>
          <w:b/>
          <w:bCs/>
        </w:rPr>
      </w:pPr>
    </w:p>
    <w:p w14:paraId="761BBF3E" w14:textId="365941E1" w:rsidR="009B5C73" w:rsidRDefault="009B5C73" w:rsidP="00FF0B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/>
          <w:iCs/>
        </w:rPr>
      </w:pPr>
      <w:r w:rsidRPr="009B5C73">
        <w:rPr>
          <w:rFonts w:ascii="Book Antiqua" w:hAnsi="Book Antiqua"/>
        </w:rPr>
        <w:t>la propria disponibilità al conferimento dell’incarico dirigenziale di livello non generale</w:t>
      </w:r>
      <w:r w:rsidRPr="009B5C73">
        <w:rPr>
          <w:rFonts w:ascii="Book Antiqua" w:hAnsi="Book Antiqua"/>
          <w:sz w:val="18"/>
          <w:szCs w:val="18"/>
        </w:rPr>
        <w:t xml:space="preserve"> </w:t>
      </w:r>
      <w:r w:rsidR="0073200D">
        <w:rPr>
          <w:rFonts w:ascii="Book Antiqua" w:hAnsi="Book Antiqua"/>
          <w:sz w:val="18"/>
          <w:szCs w:val="18"/>
        </w:rPr>
        <w:t>d</w:t>
      </w:r>
      <w:r w:rsidRPr="009B5C73">
        <w:rPr>
          <w:rFonts w:ascii="Book Antiqua" w:eastAsia="Verdana" w:hAnsi="Book Antiqua"/>
        </w:rPr>
        <w:t xml:space="preserve">irigenziale di livello non generale ai sensi </w:t>
      </w:r>
      <w:r w:rsidRPr="009B5C73">
        <w:rPr>
          <w:rFonts w:ascii="Book Antiqua" w:eastAsia="Verdana" w:hAnsi="Book Antiqua"/>
          <w:b/>
          <w:bCs/>
        </w:rPr>
        <w:t>dell’art. 19, comma 5</w:t>
      </w:r>
      <w:r w:rsidRPr="009B5C73">
        <w:rPr>
          <w:rFonts w:ascii="Book Antiqua" w:eastAsia="Verdana" w:hAnsi="Book Antiqua"/>
        </w:rPr>
        <w:t xml:space="preserve"> del D. Lgs. 165/2001</w:t>
      </w:r>
      <w:r w:rsidR="008E18F5">
        <w:rPr>
          <w:rFonts w:ascii="Book Antiqua" w:eastAsia="Verdana" w:hAnsi="Book Antiqua"/>
        </w:rPr>
        <w:t xml:space="preserve"> </w:t>
      </w:r>
      <w:r w:rsidRPr="009B5C73">
        <w:rPr>
          <w:rFonts w:ascii="Book Antiqua" w:hAnsi="Book Antiqua"/>
          <w:iCs/>
        </w:rPr>
        <w:t xml:space="preserve">presso </w:t>
      </w:r>
      <w:r w:rsidRPr="009B5C73">
        <w:rPr>
          <w:rFonts w:ascii="Book Antiqua" w:hAnsi="Book Antiqua"/>
          <w:b/>
          <w:iCs/>
        </w:rPr>
        <w:t>l’Ufficio Scolastico Regionale per l’Umbria – Ufficio I</w:t>
      </w:r>
      <w:r w:rsidR="008E18F5">
        <w:rPr>
          <w:rFonts w:ascii="Book Antiqua" w:hAnsi="Book Antiqua"/>
          <w:b/>
          <w:iCs/>
        </w:rPr>
        <w:t>II</w:t>
      </w:r>
      <w:r w:rsidRPr="009B5C73">
        <w:rPr>
          <w:rFonts w:ascii="Book Antiqua" w:hAnsi="Book Antiqua"/>
          <w:b/>
          <w:iCs/>
        </w:rPr>
        <w:t xml:space="preserve"> A.T.P. di </w:t>
      </w:r>
      <w:r w:rsidR="008E18F5">
        <w:rPr>
          <w:rFonts w:ascii="Book Antiqua" w:hAnsi="Book Antiqua"/>
          <w:b/>
          <w:iCs/>
        </w:rPr>
        <w:t>Perugia</w:t>
      </w:r>
      <w:r w:rsidR="00D26036">
        <w:rPr>
          <w:rFonts w:ascii="Book Antiqua" w:hAnsi="Book Antiqua"/>
          <w:b/>
          <w:iCs/>
        </w:rPr>
        <w:t>.</w:t>
      </w:r>
    </w:p>
    <w:p w14:paraId="2C58C518" w14:textId="1F481DD7" w:rsidR="00546FF3" w:rsidRPr="00F522FF" w:rsidRDefault="00546FF3" w:rsidP="00FF0B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</w:rPr>
      </w:pPr>
    </w:p>
    <w:p w14:paraId="257E4BFA" w14:textId="587A7B09" w:rsidR="00A01AF7" w:rsidRDefault="00D26036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 xml:space="preserve">Inoltre, </w:t>
      </w:r>
      <w:r w:rsidR="00A01AF7" w:rsidRPr="00F522FF">
        <w:rPr>
          <w:rFonts w:ascii="Book Antiqua" w:hAnsi="Book Antiqua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  <w:r w:rsidR="0021019A" w:rsidRPr="00F522FF">
        <w:rPr>
          <w:rFonts w:ascii="Book Antiqua" w:hAnsi="Book Antiqua"/>
        </w:rPr>
        <w:t>, ai sensi e per gli effetti dell’art. 20 del D. Lgs. n. 39/2013</w:t>
      </w:r>
    </w:p>
    <w:p w14:paraId="644A8236" w14:textId="77777777" w:rsidR="0020040F" w:rsidRPr="00F522FF" w:rsidRDefault="0020040F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14:paraId="13430132" w14:textId="1262619D" w:rsidR="00A01AF7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</w:t>
      </w:r>
      <w:r w:rsidR="00F522FF" w:rsidRPr="00A24A64">
        <w:rPr>
          <w:rFonts w:ascii="Book Antiqua" w:hAnsi="Book Antiqua"/>
          <w:b/>
          <w:bCs/>
        </w:rPr>
        <w:t>ichiara</w:t>
      </w:r>
    </w:p>
    <w:p w14:paraId="4E38DF4F" w14:textId="77777777" w:rsidR="0020040F" w:rsidRPr="00A24A64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73DC5479" w14:textId="77777777" w:rsidR="00A24A64" w:rsidRDefault="00A01AF7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4A64">
        <w:rPr>
          <w:rFonts w:ascii="Book Antiqua" w:hAnsi="Book Antiqua"/>
        </w:rPr>
        <w:t xml:space="preserve">che non sussistono cause di incompatibilità </w:t>
      </w:r>
      <w:r w:rsidR="00B33631" w:rsidRPr="00A24A64">
        <w:rPr>
          <w:rFonts w:ascii="Book Antiqua" w:hAnsi="Book Antiqua"/>
        </w:rPr>
        <w:t xml:space="preserve">e inconferibilità, con particolare riferimento a quelle indicate all’art. 3, </w:t>
      </w:r>
      <w:r w:rsidRPr="00A24A64">
        <w:rPr>
          <w:rFonts w:ascii="Book Antiqua" w:hAnsi="Book Antiqua"/>
        </w:rPr>
        <w:t>a svolgere l’incarico indicate dal d.lgs. n. 8 aprile 2013, n. 39</w:t>
      </w:r>
      <w:r w:rsidR="00A24A64" w:rsidRPr="00A24A64">
        <w:rPr>
          <w:rFonts w:ascii="Book Antiqua" w:hAnsi="Book Antiqua"/>
        </w:rPr>
        <w:t>;</w:t>
      </w:r>
    </w:p>
    <w:p w14:paraId="75DF1A38" w14:textId="281A7505" w:rsidR="009B5C73" w:rsidRDefault="009B5C73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4A64">
        <w:rPr>
          <w:rFonts w:ascii="Book Antiqua" w:hAnsi="Book Antiqua"/>
        </w:rPr>
        <w:t>di non essere a conoscenza di essere sottoposto a procedimenti penali (</w:t>
      </w:r>
      <w:r w:rsidRPr="00A24A64">
        <w:rPr>
          <w:rFonts w:ascii="Book Antiqua" w:hAnsi="Book Antiqua"/>
          <w:i/>
          <w:iCs/>
        </w:rPr>
        <w:t>in caso contrario indicare quali</w:t>
      </w:r>
      <w:r w:rsidRPr="00A24A64">
        <w:rPr>
          <w:rFonts w:ascii="Book Antiqua" w:hAnsi="Book Antiqua"/>
        </w:rPr>
        <w:t>)</w:t>
      </w:r>
      <w:r w:rsidR="00A24A64">
        <w:rPr>
          <w:rFonts w:ascii="Book Antiqua" w:hAnsi="Book Antiqua"/>
        </w:rPr>
        <w:t>;</w:t>
      </w:r>
    </w:p>
    <w:p w14:paraId="3EE30B08" w14:textId="4B6C99FB" w:rsidR="00A24A64" w:rsidRPr="00A24A64" w:rsidRDefault="00A24A64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</w:t>
      </w:r>
      <w:r w:rsidRPr="00F522FF">
        <w:rPr>
          <w:rFonts w:ascii="Book Antiqua" w:hAnsi="Book Antiqua"/>
        </w:rPr>
        <w:t>aver preso visione dell’informativa sul trattamento dei dati personali (</w:t>
      </w:r>
      <w:r w:rsidR="00B307EC">
        <w:rPr>
          <w:rFonts w:ascii="Book Antiqua" w:hAnsi="Book Antiqua"/>
        </w:rPr>
        <w:t>a</w:t>
      </w:r>
      <w:r w:rsidRPr="00F522FF">
        <w:rPr>
          <w:rFonts w:ascii="Book Antiqua" w:hAnsi="Book Antiqua"/>
        </w:rPr>
        <w:t xml:space="preserve">llegato </w:t>
      </w:r>
      <w:r w:rsidR="001A6417">
        <w:rPr>
          <w:rFonts w:ascii="Book Antiqua" w:hAnsi="Book Antiqua"/>
        </w:rPr>
        <w:t>3</w:t>
      </w:r>
      <w:r w:rsidRPr="00F522FF">
        <w:rPr>
          <w:rFonts w:ascii="Book Antiqua" w:hAnsi="Book Antiqua"/>
        </w:rPr>
        <w:t>) relativa all’avviso di selezione e di autorizzar</w:t>
      </w:r>
      <w:r w:rsidR="00FF0B17">
        <w:rPr>
          <w:rFonts w:ascii="Book Antiqua" w:hAnsi="Book Antiqua"/>
        </w:rPr>
        <w:t>n</w:t>
      </w:r>
      <w:r w:rsidRPr="00F522FF">
        <w:rPr>
          <w:rFonts w:ascii="Book Antiqua" w:hAnsi="Book Antiqua"/>
        </w:rPr>
        <w:t>e il trattamento.</w:t>
      </w:r>
    </w:p>
    <w:p w14:paraId="0AFDD07B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</w:p>
    <w:p w14:paraId="4633B528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Allega:</w:t>
      </w:r>
    </w:p>
    <w:p w14:paraId="48B99B65" w14:textId="77777777" w:rsidR="009B5C73" w:rsidRPr="00F522FF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curriculum vitae aggiornato e sottoscritto</w:t>
      </w:r>
    </w:p>
    <w:p w14:paraId="60174683" w14:textId="3D991C96" w:rsidR="009B5C73" w:rsidRPr="00F522FF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documento di riconoscimento in corso di validità.</w:t>
      </w:r>
    </w:p>
    <w:p w14:paraId="26F7DC7C" w14:textId="77777777" w:rsidR="009B5C73" w:rsidRPr="009B5C73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47F191AE" w14:textId="433F17D2" w:rsidR="002B06BA" w:rsidRPr="00A12DF2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sectPr w:rsidR="002B06BA" w:rsidRPr="00A12DF2" w:rsidSect="003A1AB0">
      <w:headerReference w:type="default" r:id="rId9"/>
      <w:footerReference w:type="default" r:id="rId10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D635E" w14:textId="77777777" w:rsidR="00EA6596" w:rsidRDefault="00EA6596">
      <w:r>
        <w:separator/>
      </w:r>
    </w:p>
  </w:endnote>
  <w:endnote w:type="continuationSeparator" w:id="0">
    <w:p w14:paraId="769374FA" w14:textId="77777777" w:rsidR="00EA6596" w:rsidRDefault="00EA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2ED6" w14:textId="3DD7654C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A12DF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0745B059" w14:textId="78EBF77E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A12DF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Ipa: m_pi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1EB92C92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9B5C73">
      <w:rPr>
        <w:noProof/>
        <w:sz w:val="20"/>
        <w:szCs w:val="20"/>
      </w:rPr>
      <w:t>Documento1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CD46" w14:textId="77777777" w:rsidR="00EA6596" w:rsidRDefault="00EA6596">
      <w:r>
        <w:separator/>
      </w:r>
    </w:p>
  </w:footnote>
  <w:footnote w:type="continuationSeparator" w:id="0">
    <w:p w14:paraId="7EDB16F1" w14:textId="77777777" w:rsidR="00EA6596" w:rsidRDefault="00EA6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22727854" r:id="rId2"/>
      </w:object>
    </w:r>
  </w:p>
  <w:p w14:paraId="647F7346" w14:textId="41E360D6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DD476C">
      <w:rPr>
        <w:rFonts w:ascii="Book Antiqua" w:hAnsi="Book Antiqua"/>
        <w:iCs/>
        <w:sz w:val="36"/>
        <w:szCs w:val="36"/>
      </w:rPr>
      <w:t xml:space="preserve"> e del Merito</w:t>
    </w:r>
  </w:p>
  <w:p w14:paraId="08762B89" w14:textId="77777777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0044A"/>
    <w:multiLevelType w:val="hybridMultilevel"/>
    <w:tmpl w:val="57BADEAA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4778438">
    <w:abstractNumId w:val="9"/>
  </w:num>
  <w:num w:numId="2" w16cid:durableId="714355325">
    <w:abstractNumId w:val="2"/>
  </w:num>
  <w:num w:numId="3" w16cid:durableId="1162309067">
    <w:abstractNumId w:val="8"/>
  </w:num>
  <w:num w:numId="4" w16cid:durableId="177231008">
    <w:abstractNumId w:val="0"/>
  </w:num>
  <w:num w:numId="5" w16cid:durableId="1556552131">
    <w:abstractNumId w:val="10"/>
  </w:num>
  <w:num w:numId="6" w16cid:durableId="1453861739">
    <w:abstractNumId w:val="1"/>
  </w:num>
  <w:num w:numId="7" w16cid:durableId="1684821980">
    <w:abstractNumId w:val="5"/>
  </w:num>
  <w:num w:numId="8" w16cid:durableId="1515345111">
    <w:abstractNumId w:val="13"/>
  </w:num>
  <w:num w:numId="9" w16cid:durableId="2119983221">
    <w:abstractNumId w:val="17"/>
  </w:num>
  <w:num w:numId="10" w16cid:durableId="1521119255">
    <w:abstractNumId w:val="15"/>
  </w:num>
  <w:num w:numId="11" w16cid:durableId="1338075838">
    <w:abstractNumId w:val="18"/>
  </w:num>
  <w:num w:numId="12" w16cid:durableId="84687604">
    <w:abstractNumId w:val="16"/>
  </w:num>
  <w:num w:numId="13" w16cid:durableId="1275551786">
    <w:abstractNumId w:val="14"/>
  </w:num>
  <w:num w:numId="14" w16cid:durableId="1056319384">
    <w:abstractNumId w:val="11"/>
  </w:num>
  <w:num w:numId="15" w16cid:durableId="1393194670">
    <w:abstractNumId w:val="3"/>
  </w:num>
  <w:num w:numId="16" w16cid:durableId="1211379270">
    <w:abstractNumId w:val="4"/>
  </w:num>
  <w:num w:numId="17" w16cid:durableId="586037386">
    <w:abstractNumId w:val="7"/>
  </w:num>
  <w:num w:numId="18" w16cid:durableId="1253584606">
    <w:abstractNumId w:val="6"/>
  </w:num>
  <w:num w:numId="19" w16cid:durableId="20430483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8194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AD6"/>
    <w:rsid w:val="000222D5"/>
    <w:rsid w:val="00042232"/>
    <w:rsid w:val="00046C1B"/>
    <w:rsid w:val="00050837"/>
    <w:rsid w:val="00065338"/>
    <w:rsid w:val="00065B58"/>
    <w:rsid w:val="000713A5"/>
    <w:rsid w:val="000A2D75"/>
    <w:rsid w:val="000A7C48"/>
    <w:rsid w:val="000B2F39"/>
    <w:rsid w:val="000B2F8A"/>
    <w:rsid w:val="000D02AE"/>
    <w:rsid w:val="000E1FA7"/>
    <w:rsid w:val="000F3784"/>
    <w:rsid w:val="00103F91"/>
    <w:rsid w:val="0012058A"/>
    <w:rsid w:val="00124474"/>
    <w:rsid w:val="0015682A"/>
    <w:rsid w:val="00164148"/>
    <w:rsid w:val="001731F7"/>
    <w:rsid w:val="00183D32"/>
    <w:rsid w:val="00195C5D"/>
    <w:rsid w:val="001A38FC"/>
    <w:rsid w:val="001A6417"/>
    <w:rsid w:val="001C157F"/>
    <w:rsid w:val="001C17AF"/>
    <w:rsid w:val="001C69F4"/>
    <w:rsid w:val="001C6F48"/>
    <w:rsid w:val="001D3C22"/>
    <w:rsid w:val="001D600F"/>
    <w:rsid w:val="001F2177"/>
    <w:rsid w:val="001F527A"/>
    <w:rsid w:val="0020040F"/>
    <w:rsid w:val="00200A1E"/>
    <w:rsid w:val="0021019A"/>
    <w:rsid w:val="00216CB1"/>
    <w:rsid w:val="002278A6"/>
    <w:rsid w:val="0023705D"/>
    <w:rsid w:val="002468D2"/>
    <w:rsid w:val="00254634"/>
    <w:rsid w:val="00261DC2"/>
    <w:rsid w:val="002631D5"/>
    <w:rsid w:val="002666B6"/>
    <w:rsid w:val="00270E42"/>
    <w:rsid w:val="00271106"/>
    <w:rsid w:val="00284E03"/>
    <w:rsid w:val="00285724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882"/>
    <w:rsid w:val="002D05A7"/>
    <w:rsid w:val="002D1F23"/>
    <w:rsid w:val="002D3295"/>
    <w:rsid w:val="002D7B81"/>
    <w:rsid w:val="002E1DAE"/>
    <w:rsid w:val="002E6987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1484"/>
    <w:rsid w:val="003D04E1"/>
    <w:rsid w:val="003D21C4"/>
    <w:rsid w:val="003E16FD"/>
    <w:rsid w:val="003E2161"/>
    <w:rsid w:val="003E5182"/>
    <w:rsid w:val="003F5458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46FF3"/>
    <w:rsid w:val="005517FE"/>
    <w:rsid w:val="00552BAC"/>
    <w:rsid w:val="005540F8"/>
    <w:rsid w:val="005609CC"/>
    <w:rsid w:val="00563E95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E0CC1"/>
    <w:rsid w:val="006E1663"/>
    <w:rsid w:val="006E295A"/>
    <w:rsid w:val="006E732B"/>
    <w:rsid w:val="006F5F4F"/>
    <w:rsid w:val="00702121"/>
    <w:rsid w:val="00703BCB"/>
    <w:rsid w:val="00705C2A"/>
    <w:rsid w:val="007211E9"/>
    <w:rsid w:val="0073200D"/>
    <w:rsid w:val="0073225E"/>
    <w:rsid w:val="007453F9"/>
    <w:rsid w:val="00752F18"/>
    <w:rsid w:val="00764EC8"/>
    <w:rsid w:val="00773A90"/>
    <w:rsid w:val="007763D1"/>
    <w:rsid w:val="00793AF8"/>
    <w:rsid w:val="007B1A06"/>
    <w:rsid w:val="007B390F"/>
    <w:rsid w:val="007C0E98"/>
    <w:rsid w:val="007C53A7"/>
    <w:rsid w:val="007D129E"/>
    <w:rsid w:val="007D2125"/>
    <w:rsid w:val="007F1AA1"/>
    <w:rsid w:val="007F1AAC"/>
    <w:rsid w:val="00803940"/>
    <w:rsid w:val="008312AF"/>
    <w:rsid w:val="00846F56"/>
    <w:rsid w:val="00861541"/>
    <w:rsid w:val="00865359"/>
    <w:rsid w:val="00870F4B"/>
    <w:rsid w:val="008729E3"/>
    <w:rsid w:val="00881F00"/>
    <w:rsid w:val="0088629F"/>
    <w:rsid w:val="0089363D"/>
    <w:rsid w:val="00897145"/>
    <w:rsid w:val="008A2671"/>
    <w:rsid w:val="008A4134"/>
    <w:rsid w:val="008A5FA6"/>
    <w:rsid w:val="008C567D"/>
    <w:rsid w:val="008D789D"/>
    <w:rsid w:val="008E18F5"/>
    <w:rsid w:val="00901E9D"/>
    <w:rsid w:val="009179A7"/>
    <w:rsid w:val="0095771F"/>
    <w:rsid w:val="00960940"/>
    <w:rsid w:val="009632E3"/>
    <w:rsid w:val="00981CEE"/>
    <w:rsid w:val="009A4B16"/>
    <w:rsid w:val="009B5C73"/>
    <w:rsid w:val="009B777D"/>
    <w:rsid w:val="009C0EC3"/>
    <w:rsid w:val="009C7F3C"/>
    <w:rsid w:val="009D00B6"/>
    <w:rsid w:val="009D0BE1"/>
    <w:rsid w:val="009D21BA"/>
    <w:rsid w:val="009D3F5D"/>
    <w:rsid w:val="00A01059"/>
    <w:rsid w:val="00A01AF7"/>
    <w:rsid w:val="00A12587"/>
    <w:rsid w:val="00A12DF2"/>
    <w:rsid w:val="00A24A64"/>
    <w:rsid w:val="00A26B49"/>
    <w:rsid w:val="00A2726A"/>
    <w:rsid w:val="00A32632"/>
    <w:rsid w:val="00A34FA6"/>
    <w:rsid w:val="00A372D0"/>
    <w:rsid w:val="00A416BB"/>
    <w:rsid w:val="00A41CEE"/>
    <w:rsid w:val="00A52B91"/>
    <w:rsid w:val="00A530A5"/>
    <w:rsid w:val="00A63866"/>
    <w:rsid w:val="00A6510B"/>
    <w:rsid w:val="00A7583B"/>
    <w:rsid w:val="00A803BD"/>
    <w:rsid w:val="00A83C5C"/>
    <w:rsid w:val="00AA63E2"/>
    <w:rsid w:val="00AB2EFF"/>
    <w:rsid w:val="00AB435C"/>
    <w:rsid w:val="00AD7545"/>
    <w:rsid w:val="00AF193E"/>
    <w:rsid w:val="00AF1BFA"/>
    <w:rsid w:val="00B006EB"/>
    <w:rsid w:val="00B11431"/>
    <w:rsid w:val="00B16E63"/>
    <w:rsid w:val="00B22C52"/>
    <w:rsid w:val="00B307EC"/>
    <w:rsid w:val="00B31E50"/>
    <w:rsid w:val="00B3246D"/>
    <w:rsid w:val="00B33631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C5C92"/>
    <w:rsid w:val="00BC72C4"/>
    <w:rsid w:val="00BD1671"/>
    <w:rsid w:val="00BE6957"/>
    <w:rsid w:val="00BF43B6"/>
    <w:rsid w:val="00C02658"/>
    <w:rsid w:val="00C02E3D"/>
    <w:rsid w:val="00C10DB1"/>
    <w:rsid w:val="00C307E2"/>
    <w:rsid w:val="00C44CE6"/>
    <w:rsid w:val="00C47F29"/>
    <w:rsid w:val="00C6029D"/>
    <w:rsid w:val="00C65171"/>
    <w:rsid w:val="00C6598F"/>
    <w:rsid w:val="00C66DD3"/>
    <w:rsid w:val="00C710E8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26036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517D"/>
    <w:rsid w:val="00DA16E1"/>
    <w:rsid w:val="00DA65CD"/>
    <w:rsid w:val="00DB4B89"/>
    <w:rsid w:val="00DC46BF"/>
    <w:rsid w:val="00DC7243"/>
    <w:rsid w:val="00DD476C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4474"/>
    <w:rsid w:val="00EC08F9"/>
    <w:rsid w:val="00EC10C4"/>
    <w:rsid w:val="00ED4E38"/>
    <w:rsid w:val="00EE067F"/>
    <w:rsid w:val="00EF2851"/>
    <w:rsid w:val="00EF3D45"/>
    <w:rsid w:val="00F00427"/>
    <w:rsid w:val="00F251CA"/>
    <w:rsid w:val="00F3591A"/>
    <w:rsid w:val="00F372CB"/>
    <w:rsid w:val="00F501AC"/>
    <w:rsid w:val="00F522FF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F0B17"/>
    <w:rsid w:val="00FF2692"/>
    <w:rsid w:val="00FF49C3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ru v:ext="edit" colors="#ddd"/>
    </o:shapedefaults>
    <o:shapelayout v:ext="edit">
      <o:idmap v:ext="edit" data="1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um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27</TotalTime>
  <Pages>1</Pages>
  <Words>237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1745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28</cp:revision>
  <cp:lastPrinted>2016-07-28T09:27:00Z</cp:lastPrinted>
  <dcterms:created xsi:type="dcterms:W3CDTF">2022-04-05T11:35:00Z</dcterms:created>
  <dcterms:modified xsi:type="dcterms:W3CDTF">2025-10-23T10:30:00Z</dcterms:modified>
</cp:coreProperties>
</file>