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7FB07" w14:textId="63B4DBFB" w:rsidR="009B5C73" w:rsidRDefault="009B5C73" w:rsidP="00BB3F02">
      <w:pPr>
        <w:pStyle w:val="Destinatari"/>
        <w:rPr>
          <w:b/>
          <w:bCs/>
        </w:rPr>
      </w:pPr>
      <w:r w:rsidRPr="009B5C73">
        <w:rPr>
          <w:b/>
          <w:bCs/>
        </w:rPr>
        <w:t>Allegato 2</w:t>
      </w:r>
    </w:p>
    <w:p w14:paraId="02B8C057" w14:textId="77777777" w:rsidR="00BB3F02" w:rsidRPr="009B5C73" w:rsidRDefault="00BB3F02" w:rsidP="00BB3F02">
      <w:pPr>
        <w:pStyle w:val="Destinatari"/>
        <w:rPr>
          <w:b/>
          <w:bCs/>
        </w:rPr>
      </w:pPr>
    </w:p>
    <w:p w14:paraId="62C0C64B" w14:textId="1CE6419B" w:rsidR="009B5C73" w:rsidRDefault="009B5C73" w:rsidP="00FF0B17">
      <w:pPr>
        <w:pStyle w:val="Destinatari"/>
      </w:pPr>
      <w:r w:rsidRPr="009B5C73">
        <w:t>All’Ufficio Scolastico Regionale per l’Umbria</w:t>
      </w:r>
    </w:p>
    <w:p w14:paraId="768FEF23" w14:textId="366F9583" w:rsidR="00BB3F02" w:rsidRPr="009B5C73" w:rsidRDefault="00BB3F02" w:rsidP="00FF0B17">
      <w:pPr>
        <w:pStyle w:val="Destinatari"/>
      </w:pPr>
      <w:r>
        <w:t>Direzione Generale</w:t>
      </w:r>
    </w:p>
    <w:p w14:paraId="218FD93C" w14:textId="59D3BE05" w:rsidR="009B5C73" w:rsidRPr="009B5C73" w:rsidRDefault="009B5C73" w:rsidP="00FF0B17">
      <w:pPr>
        <w:pStyle w:val="Destinatari"/>
      </w:pPr>
      <w:r w:rsidRPr="009B5C73">
        <w:t xml:space="preserve">PEC: </w:t>
      </w:r>
      <w:hyperlink r:id="rId8" w:history="1">
        <w:r w:rsidR="002C3882" w:rsidRPr="009E5D7F">
          <w:rPr>
            <w:rStyle w:val="Collegamentoipertestuale"/>
          </w:rPr>
          <w:t>drum@postacert.istruzione.it</w:t>
        </w:r>
      </w:hyperlink>
    </w:p>
    <w:p w14:paraId="09271B01" w14:textId="323FD7BB" w:rsidR="00472CC1" w:rsidRPr="009B5C73" w:rsidRDefault="00472CC1" w:rsidP="00FF0B17">
      <w:pPr>
        <w:pStyle w:val="Oggetto"/>
      </w:pPr>
      <w:r w:rsidRPr="009B5C73">
        <w:t>Oggetto:</w:t>
      </w:r>
      <w:r w:rsidR="009B5C73" w:rsidRPr="009B5C73">
        <w:t xml:space="preserve"> Manifestazione di disponibilità al conferimento d</w:t>
      </w:r>
      <w:r w:rsidR="00EB255D">
        <w:t>ell’</w:t>
      </w:r>
      <w:r w:rsidR="009B5C73" w:rsidRPr="009B5C73">
        <w:t xml:space="preserve">incarico </w:t>
      </w:r>
      <w:r w:rsidR="00EB255D">
        <w:t>dirigenziale non generale dell’Ufficio I dell’</w:t>
      </w:r>
      <w:r w:rsidR="009B5C73" w:rsidRPr="009B5C73">
        <w:t>U.S.R. Umbria.</w:t>
      </w:r>
    </w:p>
    <w:p w14:paraId="567007C0" w14:textId="2FC0DF5C" w:rsidR="009B5C73" w:rsidRDefault="009B5C73" w:rsidP="00FF0B17">
      <w:pPr>
        <w:ind w:right="-1"/>
        <w:jc w:val="both"/>
        <w:rPr>
          <w:rFonts w:ascii="Book Antiqua" w:hAnsi="Book Antiqua"/>
        </w:rPr>
      </w:pPr>
      <w:r w:rsidRPr="009B5C73">
        <w:rPr>
          <w:rFonts w:ascii="Book Antiqua" w:hAnsi="Book Antiqua"/>
        </w:rPr>
        <w:t>Il/La sottoscritto/a ……………………………….. nato a ………….. il …</w:t>
      </w:r>
      <w:r w:rsidR="00A12587">
        <w:rPr>
          <w:rFonts w:ascii="Book Antiqua" w:hAnsi="Book Antiqua"/>
        </w:rPr>
        <w:t xml:space="preserve"> /</w:t>
      </w:r>
      <w:r w:rsidRPr="009B5C73">
        <w:rPr>
          <w:rFonts w:ascii="Book Antiqua" w:hAnsi="Book Antiqua"/>
        </w:rPr>
        <w:t>……</w:t>
      </w:r>
      <w:r w:rsidR="00A12587">
        <w:rPr>
          <w:rFonts w:ascii="Book Antiqua" w:hAnsi="Book Antiqua"/>
        </w:rPr>
        <w:t>/</w:t>
      </w:r>
      <w:r w:rsidRPr="009B5C73">
        <w:rPr>
          <w:rFonts w:ascii="Book Antiqua" w:hAnsi="Book Antiqua"/>
        </w:rPr>
        <w:t xml:space="preserve">……….. </w:t>
      </w:r>
      <w:r w:rsidR="001A38FC" w:rsidRPr="009B5C73">
        <w:rPr>
          <w:rFonts w:ascii="Book Antiqua" w:hAnsi="Book Antiqua"/>
        </w:rPr>
        <w:t>codice fiscale………………………</w:t>
      </w:r>
      <w:r w:rsidR="001A38FC">
        <w:rPr>
          <w:rFonts w:ascii="Book Antiqua" w:hAnsi="Book Antiqua"/>
        </w:rPr>
        <w:t xml:space="preserve"> residente a ………………………………….. (….) in via …………………………… </w:t>
      </w:r>
      <w:r w:rsidRPr="009B5C73">
        <w:rPr>
          <w:rFonts w:ascii="Book Antiqua" w:hAnsi="Book Antiqua"/>
        </w:rPr>
        <w:t>in servizio presso……………………………………………...…</w:t>
      </w:r>
      <w:r w:rsidR="005473D0">
        <w:rPr>
          <w:rFonts w:ascii="Book Antiqua" w:hAnsi="Book Antiqua"/>
        </w:rPr>
        <w:t xml:space="preserve"> in qualità di ………………………………….</w:t>
      </w:r>
      <w:r w:rsidRPr="009B5C73">
        <w:rPr>
          <w:rFonts w:ascii="Book Antiqua" w:hAnsi="Book Antiqua"/>
        </w:rPr>
        <w:t xml:space="preserve">, in relazione all’avviso di disponibilità </w:t>
      </w:r>
      <w:r w:rsidR="00A00356">
        <w:rPr>
          <w:rFonts w:ascii="Book Antiqua" w:hAnsi="Book Antiqua"/>
        </w:rPr>
        <w:t xml:space="preserve">al </w:t>
      </w:r>
      <w:r w:rsidR="00A00356" w:rsidRPr="00A00356">
        <w:rPr>
          <w:rFonts w:ascii="Book Antiqua" w:hAnsi="Book Antiqua"/>
        </w:rPr>
        <w:t xml:space="preserve">conferimento dell’incarico dirigenziale non generale </w:t>
      </w:r>
      <w:r w:rsidR="00A00356">
        <w:rPr>
          <w:rFonts w:ascii="Book Antiqua" w:hAnsi="Book Antiqua"/>
        </w:rPr>
        <w:t>in oggetto</w:t>
      </w:r>
    </w:p>
    <w:p w14:paraId="0C163136" w14:textId="77777777" w:rsidR="0020040F" w:rsidRDefault="0020040F" w:rsidP="00FF0B17">
      <w:pPr>
        <w:ind w:right="-1"/>
        <w:jc w:val="both"/>
        <w:rPr>
          <w:rFonts w:ascii="Book Antiqua" w:hAnsi="Book Antiqua"/>
        </w:rPr>
      </w:pPr>
    </w:p>
    <w:p w14:paraId="76CB28AF" w14:textId="2AB5689C" w:rsidR="009B5C73" w:rsidRDefault="0020040F" w:rsidP="00FF0B17">
      <w:pPr>
        <w:ind w:right="-1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m</w:t>
      </w:r>
      <w:r w:rsidR="0073200D" w:rsidRPr="0073200D">
        <w:rPr>
          <w:rFonts w:ascii="Book Antiqua" w:hAnsi="Book Antiqua"/>
          <w:b/>
          <w:bCs/>
        </w:rPr>
        <w:t>anifesta</w:t>
      </w:r>
    </w:p>
    <w:p w14:paraId="793AF137" w14:textId="77777777" w:rsidR="0020040F" w:rsidRDefault="0020040F" w:rsidP="00FF0B17">
      <w:pPr>
        <w:ind w:right="-1"/>
        <w:jc w:val="center"/>
        <w:rPr>
          <w:rFonts w:ascii="Book Antiqua" w:hAnsi="Book Antiqua"/>
          <w:b/>
          <w:bCs/>
        </w:rPr>
      </w:pPr>
    </w:p>
    <w:p w14:paraId="761BBF3E" w14:textId="1C492F9F" w:rsidR="009B5C73" w:rsidRPr="003F23AB" w:rsidRDefault="009B5C73" w:rsidP="00FF0B1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iCs/>
        </w:rPr>
      </w:pPr>
      <w:r w:rsidRPr="009B5C73">
        <w:rPr>
          <w:rFonts w:ascii="Book Antiqua" w:hAnsi="Book Antiqua"/>
        </w:rPr>
        <w:t>la propria disponibilità al conferimento dell’incarico dirigenziale di livello non generale</w:t>
      </w:r>
      <w:r w:rsidRPr="009B5C73">
        <w:rPr>
          <w:rFonts w:ascii="Book Antiqua" w:hAnsi="Book Antiqua"/>
          <w:sz w:val="18"/>
          <w:szCs w:val="18"/>
        </w:rPr>
        <w:t xml:space="preserve"> </w:t>
      </w:r>
      <w:r w:rsidR="007044DF">
        <w:rPr>
          <w:rFonts w:ascii="Book Antiqua" w:eastAsia="Verdana" w:hAnsi="Book Antiqua"/>
        </w:rPr>
        <w:t>di</w:t>
      </w:r>
      <w:r w:rsidR="006852A5">
        <w:rPr>
          <w:rFonts w:ascii="Book Antiqua" w:eastAsia="Verdana" w:hAnsi="Book Antiqua"/>
        </w:rPr>
        <w:t xml:space="preserve"> </w:t>
      </w:r>
      <w:r w:rsidR="007044DF">
        <w:rPr>
          <w:rFonts w:ascii="Book Antiqua" w:eastAsia="Verdana" w:hAnsi="Book Antiqua"/>
        </w:rPr>
        <w:t xml:space="preserve">titolarità </w:t>
      </w:r>
      <w:r w:rsidR="006852A5">
        <w:rPr>
          <w:rFonts w:ascii="Book Antiqua" w:eastAsia="Verdana" w:hAnsi="Book Antiqua"/>
        </w:rPr>
        <w:t>dell’</w:t>
      </w:r>
      <w:r w:rsidR="006852A5" w:rsidRPr="003F23AB">
        <w:rPr>
          <w:rFonts w:ascii="Book Antiqua" w:eastAsia="Verdana" w:hAnsi="Book Antiqua"/>
          <w:b/>
          <w:bCs/>
        </w:rPr>
        <w:t xml:space="preserve">Ufficio I </w:t>
      </w:r>
      <w:r w:rsidR="006852A5" w:rsidRPr="003F23AB">
        <w:rPr>
          <w:rFonts w:ascii="Book Antiqua" w:eastAsia="Verdana" w:hAnsi="Book Antiqua"/>
        </w:rPr>
        <w:t xml:space="preserve">dell’Ufficio </w:t>
      </w:r>
      <w:r w:rsidR="006852A5" w:rsidRPr="003F23AB">
        <w:rPr>
          <w:rFonts w:ascii="Book Antiqua" w:hAnsi="Book Antiqua"/>
          <w:iCs/>
        </w:rPr>
        <w:t>Scolastico Regionale per l’Umbria</w:t>
      </w:r>
      <w:r w:rsidR="00816B71">
        <w:rPr>
          <w:rFonts w:ascii="Book Antiqua" w:hAnsi="Book Antiqua"/>
          <w:iCs/>
        </w:rPr>
        <w:t>,</w:t>
      </w:r>
      <w:r w:rsidR="006852A5">
        <w:rPr>
          <w:rFonts w:ascii="Book Antiqua" w:eastAsia="Verdana" w:hAnsi="Book Antiqua"/>
        </w:rPr>
        <w:t xml:space="preserve"> ex </w:t>
      </w:r>
      <w:r w:rsidR="0012799F">
        <w:rPr>
          <w:rFonts w:ascii="Book Antiqua" w:eastAsia="Verdana" w:hAnsi="Book Antiqua"/>
        </w:rPr>
        <w:t xml:space="preserve">art. 19 c. </w:t>
      </w:r>
      <w:r w:rsidR="002E7ED3">
        <w:rPr>
          <w:rFonts w:ascii="Book Antiqua" w:eastAsia="Verdana" w:hAnsi="Book Antiqua"/>
        </w:rPr>
        <w:t xml:space="preserve">5 </w:t>
      </w:r>
      <w:r w:rsidR="00743B65">
        <w:rPr>
          <w:rFonts w:ascii="Book Antiqua" w:eastAsia="Verdana" w:hAnsi="Book Antiqua"/>
        </w:rPr>
        <w:t>D. Lgs. 165/2001</w:t>
      </w:r>
      <w:r w:rsidR="006852A5">
        <w:rPr>
          <w:rFonts w:ascii="Book Antiqua" w:eastAsia="Verdana" w:hAnsi="Book Antiqua"/>
        </w:rPr>
        <w:t>.</w:t>
      </w:r>
    </w:p>
    <w:p w14:paraId="2C58C518" w14:textId="1F481DD7" w:rsidR="00546FF3" w:rsidRPr="00F522FF" w:rsidRDefault="00546FF3" w:rsidP="00FF0B1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Book Antiqua" w:hAnsi="Book Antiqua"/>
        </w:rPr>
      </w:pPr>
    </w:p>
    <w:p w14:paraId="257E4BFA" w14:textId="2966A7E9" w:rsidR="00A01AF7" w:rsidRDefault="00D26036" w:rsidP="00FF0B17">
      <w:pPr>
        <w:autoSpaceDE w:val="0"/>
        <w:autoSpaceDN w:val="0"/>
        <w:adjustRightInd w:val="0"/>
        <w:jc w:val="both"/>
        <w:rPr>
          <w:rFonts w:ascii="Book Antiqua" w:hAnsi="Book Antiqua"/>
        </w:rPr>
      </w:pPr>
      <w:r w:rsidRPr="00F522FF">
        <w:rPr>
          <w:rFonts w:ascii="Book Antiqua" w:hAnsi="Book Antiqua"/>
        </w:rPr>
        <w:t xml:space="preserve">Inoltre, </w:t>
      </w:r>
      <w:r w:rsidR="00A01AF7" w:rsidRPr="00F522FF">
        <w:rPr>
          <w:rFonts w:ascii="Book Antiqua" w:hAnsi="Book Antiqua"/>
        </w:rPr>
        <w:t xml:space="preserve">consapevole delle sanzioni penali in caso di dichiarazioni mendaci e della conseguente decadenza dai benefici </w:t>
      </w:r>
      <w:r w:rsidR="000B5EF6">
        <w:rPr>
          <w:rFonts w:ascii="Book Antiqua" w:hAnsi="Book Antiqua"/>
        </w:rPr>
        <w:t>derivanti d</w:t>
      </w:r>
      <w:r w:rsidR="00A01AF7" w:rsidRPr="00F522FF">
        <w:rPr>
          <w:rFonts w:ascii="Book Antiqua" w:hAnsi="Book Antiqua"/>
        </w:rPr>
        <w:t>al provvedimento emanato</w:t>
      </w:r>
      <w:r w:rsidR="000B5EF6">
        <w:rPr>
          <w:rFonts w:ascii="Book Antiqua" w:hAnsi="Book Antiqua"/>
        </w:rPr>
        <w:t>,</w:t>
      </w:r>
      <w:r w:rsidR="00DD2F69">
        <w:rPr>
          <w:rFonts w:ascii="Book Antiqua" w:hAnsi="Book Antiqua"/>
        </w:rPr>
        <w:t xml:space="preserve"> di cui agli </w:t>
      </w:r>
      <w:r w:rsidR="00DD2F69" w:rsidRPr="00F522FF">
        <w:rPr>
          <w:rFonts w:ascii="Book Antiqua" w:hAnsi="Book Antiqua"/>
        </w:rPr>
        <w:t>artt. 75 e 76 del DPR 445/2000</w:t>
      </w:r>
      <w:r w:rsidR="00A01AF7" w:rsidRPr="00F522FF">
        <w:rPr>
          <w:rFonts w:ascii="Book Antiqua" w:hAnsi="Book Antiqua"/>
        </w:rPr>
        <w:t>, sotto la propria responsabilità</w:t>
      </w:r>
      <w:r w:rsidR="0021019A" w:rsidRPr="00F522FF">
        <w:rPr>
          <w:rFonts w:ascii="Book Antiqua" w:hAnsi="Book Antiqua"/>
        </w:rPr>
        <w:t xml:space="preserve">, ai sensi e per gli effetti </w:t>
      </w:r>
      <w:r w:rsidR="00FF128D" w:rsidRPr="00F522FF">
        <w:rPr>
          <w:rFonts w:ascii="Book Antiqua" w:hAnsi="Book Antiqua"/>
        </w:rPr>
        <w:t>degli</w:t>
      </w:r>
      <w:r w:rsidR="00C00196">
        <w:rPr>
          <w:rFonts w:ascii="Book Antiqua" w:hAnsi="Book Antiqua"/>
        </w:rPr>
        <w:t xml:space="preserve"> artt. 46 e 47 del DPR 445/2000</w:t>
      </w:r>
      <w:r w:rsidR="00FE3084">
        <w:rPr>
          <w:rFonts w:ascii="Book Antiqua" w:hAnsi="Book Antiqua"/>
        </w:rPr>
        <w:t>,</w:t>
      </w:r>
    </w:p>
    <w:p w14:paraId="644A8236" w14:textId="77777777" w:rsidR="0020040F" w:rsidRPr="00F522FF" w:rsidRDefault="0020040F" w:rsidP="00FF0B17">
      <w:pPr>
        <w:autoSpaceDE w:val="0"/>
        <w:autoSpaceDN w:val="0"/>
        <w:adjustRightInd w:val="0"/>
        <w:jc w:val="both"/>
        <w:rPr>
          <w:rFonts w:ascii="Book Antiqua" w:hAnsi="Book Antiqua"/>
        </w:rPr>
      </w:pPr>
    </w:p>
    <w:p w14:paraId="13430132" w14:textId="1262619D" w:rsidR="00A01AF7" w:rsidRDefault="0020040F" w:rsidP="00FF0B17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d</w:t>
      </w:r>
      <w:r w:rsidR="00F522FF" w:rsidRPr="00A24A64">
        <w:rPr>
          <w:rFonts w:ascii="Book Antiqua" w:hAnsi="Book Antiqua"/>
          <w:b/>
          <w:bCs/>
        </w:rPr>
        <w:t>ichiara</w:t>
      </w:r>
    </w:p>
    <w:p w14:paraId="4E38DF4F" w14:textId="77777777" w:rsidR="0020040F" w:rsidRPr="00A24A64" w:rsidRDefault="0020040F" w:rsidP="00FF0B17">
      <w:pPr>
        <w:autoSpaceDE w:val="0"/>
        <w:autoSpaceDN w:val="0"/>
        <w:adjustRightInd w:val="0"/>
        <w:jc w:val="center"/>
        <w:rPr>
          <w:rFonts w:ascii="Book Antiqua" w:hAnsi="Book Antiqua"/>
          <w:b/>
          <w:bCs/>
        </w:rPr>
      </w:pPr>
    </w:p>
    <w:p w14:paraId="15BE62AC" w14:textId="28EB248F" w:rsidR="00F3312E" w:rsidRPr="00F3312E" w:rsidRDefault="00F3312E" w:rsidP="00F3312E">
      <w:pPr>
        <w:pStyle w:val="Paragrafoelenco"/>
        <w:numPr>
          <w:ilvl w:val="0"/>
          <w:numId w:val="19"/>
        </w:numPr>
        <w:autoSpaceDE w:val="0"/>
        <w:autoSpaceDN w:val="0"/>
        <w:adjustRightInd w:val="0"/>
        <w:ind w:right="-1"/>
        <w:jc w:val="both"/>
        <w:rPr>
          <w:rFonts w:ascii="Book Antiqua" w:hAnsi="Book Antiqua"/>
        </w:rPr>
      </w:pPr>
      <w:r w:rsidRPr="00F3312E">
        <w:rPr>
          <w:rFonts w:ascii="Book Antiqua" w:hAnsi="Book Antiqua"/>
        </w:rPr>
        <w:t>di non essere soggetto a vincolo quinquennale, di cui all’articolo 35, comma 5-bis, del d.lgs. n. 165/2001</w:t>
      </w:r>
      <w:r w:rsidR="00401A2E">
        <w:rPr>
          <w:rFonts w:ascii="Book Antiqua" w:hAnsi="Book Antiqua"/>
        </w:rPr>
        <w:t xml:space="preserve"> </w:t>
      </w:r>
      <w:r w:rsidRPr="00F3312E">
        <w:rPr>
          <w:rFonts w:ascii="Book Antiqua" w:hAnsi="Book Antiqua"/>
        </w:rPr>
        <w:t>(</w:t>
      </w:r>
      <w:r w:rsidRPr="00401A2E">
        <w:rPr>
          <w:rFonts w:ascii="Book Antiqua" w:hAnsi="Book Antiqua"/>
          <w:i/>
          <w:iCs/>
        </w:rPr>
        <w:t>solo per i dirigenti in servizio presso strutture dell’Amministrazione centrale e periferica del M.I.M. diverse dall’U.S.R. per l</w:t>
      </w:r>
      <w:r w:rsidR="007A4C1F" w:rsidRPr="00401A2E">
        <w:rPr>
          <w:rFonts w:ascii="Book Antiqua" w:hAnsi="Book Antiqua"/>
          <w:i/>
          <w:iCs/>
        </w:rPr>
        <w:t>’Umbria</w:t>
      </w:r>
      <w:r w:rsidRPr="00F3312E">
        <w:rPr>
          <w:rFonts w:ascii="Book Antiqua" w:hAnsi="Book Antiqua"/>
        </w:rPr>
        <w:t xml:space="preserve">); </w:t>
      </w:r>
    </w:p>
    <w:p w14:paraId="73DC5479" w14:textId="7924FD72" w:rsidR="00A24A64" w:rsidRDefault="00F3312E" w:rsidP="008971B4">
      <w:pPr>
        <w:pStyle w:val="Paragrafoelenco"/>
        <w:numPr>
          <w:ilvl w:val="0"/>
          <w:numId w:val="19"/>
        </w:numPr>
        <w:autoSpaceDE w:val="0"/>
        <w:autoSpaceDN w:val="0"/>
        <w:adjustRightInd w:val="0"/>
        <w:ind w:right="-1"/>
        <w:jc w:val="both"/>
        <w:rPr>
          <w:rFonts w:ascii="Book Antiqua" w:hAnsi="Book Antiqua"/>
        </w:rPr>
      </w:pPr>
      <w:r w:rsidRPr="00F3312E">
        <w:rPr>
          <w:rFonts w:ascii="Book Antiqua" w:hAnsi="Book Antiqua"/>
        </w:rPr>
        <w:t xml:space="preserve">di avere svolto, al momento della pubblicazione dell’interpello, l’incarico in corso per almeno 1 anno e 6 mesi o, in caso contrario, di allegare nulla osta del Direttore generale o del Capo del </w:t>
      </w:r>
      <w:r w:rsidR="00DA5155">
        <w:rPr>
          <w:rFonts w:ascii="Book Antiqua" w:hAnsi="Book Antiqua"/>
        </w:rPr>
        <w:t>D</w:t>
      </w:r>
      <w:r w:rsidRPr="00F3312E">
        <w:rPr>
          <w:rFonts w:ascii="Book Antiqua" w:hAnsi="Book Antiqua"/>
        </w:rPr>
        <w:t>ipartimento di riferimento;</w:t>
      </w:r>
    </w:p>
    <w:p w14:paraId="75DF1A38" w14:textId="281A7505" w:rsidR="009B5C73" w:rsidRDefault="009B5C73" w:rsidP="00FF0B17">
      <w:pPr>
        <w:pStyle w:val="Paragrafoelenco"/>
        <w:numPr>
          <w:ilvl w:val="0"/>
          <w:numId w:val="19"/>
        </w:numPr>
        <w:autoSpaceDE w:val="0"/>
        <w:autoSpaceDN w:val="0"/>
        <w:adjustRightInd w:val="0"/>
        <w:ind w:right="-1"/>
        <w:jc w:val="both"/>
        <w:rPr>
          <w:rFonts w:ascii="Book Antiqua" w:hAnsi="Book Antiqua"/>
        </w:rPr>
      </w:pPr>
      <w:r w:rsidRPr="00A24A64">
        <w:rPr>
          <w:rFonts w:ascii="Book Antiqua" w:hAnsi="Book Antiqua"/>
        </w:rPr>
        <w:t>di non essere a conoscenza di essere sottoposto a procedimenti penali (</w:t>
      </w:r>
      <w:r w:rsidRPr="00A24A64">
        <w:rPr>
          <w:rFonts w:ascii="Book Antiqua" w:hAnsi="Book Antiqua"/>
          <w:i/>
          <w:iCs/>
        </w:rPr>
        <w:t>in caso contrario indicare quali</w:t>
      </w:r>
      <w:r w:rsidRPr="00A24A64">
        <w:rPr>
          <w:rFonts w:ascii="Book Antiqua" w:hAnsi="Book Antiqua"/>
        </w:rPr>
        <w:t>)</w:t>
      </w:r>
      <w:r w:rsidR="00A24A64">
        <w:rPr>
          <w:rFonts w:ascii="Book Antiqua" w:hAnsi="Book Antiqua"/>
        </w:rPr>
        <w:t>;</w:t>
      </w:r>
    </w:p>
    <w:p w14:paraId="7C241CF1" w14:textId="02985785" w:rsidR="00A20144" w:rsidRDefault="00A20144" w:rsidP="00FF0B17">
      <w:pPr>
        <w:pStyle w:val="Paragrafoelenco"/>
        <w:numPr>
          <w:ilvl w:val="0"/>
          <w:numId w:val="19"/>
        </w:numPr>
        <w:autoSpaceDE w:val="0"/>
        <w:autoSpaceDN w:val="0"/>
        <w:adjustRightInd w:val="0"/>
        <w:ind w:right="-1"/>
        <w:jc w:val="both"/>
        <w:rPr>
          <w:rFonts w:ascii="Book Antiqua" w:hAnsi="Book Antiqua"/>
        </w:rPr>
      </w:pPr>
      <w:r w:rsidRPr="00A20144">
        <w:rPr>
          <w:rFonts w:ascii="Book Antiqua" w:hAnsi="Book Antiqua"/>
        </w:rPr>
        <w:t>che tutte le informazioni indicate nel curriculum vitae allegato alla presente domanda corrispondono al vero</w:t>
      </w:r>
      <w:r>
        <w:rPr>
          <w:rFonts w:ascii="Book Antiqua" w:hAnsi="Book Antiqua"/>
        </w:rPr>
        <w:t>;</w:t>
      </w:r>
    </w:p>
    <w:p w14:paraId="3EE30B08" w14:textId="05D76800" w:rsidR="00A24A64" w:rsidRPr="00A24A64" w:rsidRDefault="00A24A64" w:rsidP="00FF0B17">
      <w:pPr>
        <w:pStyle w:val="Paragrafoelenco"/>
        <w:numPr>
          <w:ilvl w:val="0"/>
          <w:numId w:val="19"/>
        </w:numPr>
        <w:autoSpaceDE w:val="0"/>
        <w:autoSpaceDN w:val="0"/>
        <w:adjustRightInd w:val="0"/>
        <w:ind w:right="-1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di </w:t>
      </w:r>
      <w:r w:rsidRPr="00F522FF">
        <w:rPr>
          <w:rFonts w:ascii="Book Antiqua" w:hAnsi="Book Antiqua"/>
        </w:rPr>
        <w:t>aver preso visione dell’informativa sul trattamento dei dati personali (</w:t>
      </w:r>
      <w:r w:rsidR="00B307EC">
        <w:rPr>
          <w:rFonts w:ascii="Book Antiqua" w:hAnsi="Book Antiqua"/>
        </w:rPr>
        <w:t>a</w:t>
      </w:r>
      <w:r w:rsidRPr="00F522FF">
        <w:rPr>
          <w:rFonts w:ascii="Book Antiqua" w:hAnsi="Book Antiqua"/>
        </w:rPr>
        <w:t xml:space="preserve">llegato </w:t>
      </w:r>
      <w:r w:rsidR="008971B4">
        <w:rPr>
          <w:rFonts w:ascii="Book Antiqua" w:hAnsi="Book Antiqua"/>
        </w:rPr>
        <w:t>4</w:t>
      </w:r>
      <w:r w:rsidRPr="00F522FF">
        <w:rPr>
          <w:rFonts w:ascii="Book Antiqua" w:hAnsi="Book Antiqua"/>
        </w:rPr>
        <w:t>) relativa all’avviso di selezione e di autorizzar</w:t>
      </w:r>
      <w:r w:rsidR="00FF0B17">
        <w:rPr>
          <w:rFonts w:ascii="Book Antiqua" w:hAnsi="Book Antiqua"/>
        </w:rPr>
        <w:t>n</w:t>
      </w:r>
      <w:r w:rsidRPr="00F522FF">
        <w:rPr>
          <w:rFonts w:ascii="Book Antiqua" w:hAnsi="Book Antiqua"/>
        </w:rPr>
        <w:t>e il trattamento.</w:t>
      </w:r>
    </w:p>
    <w:p w14:paraId="0AFDD07B" w14:textId="77777777" w:rsidR="009B5C73" w:rsidRPr="00F522FF" w:rsidRDefault="009B5C73" w:rsidP="00FF0B17">
      <w:pPr>
        <w:ind w:left="851" w:right="-1" w:hanging="851"/>
        <w:jc w:val="both"/>
        <w:rPr>
          <w:rFonts w:ascii="Book Antiqua" w:hAnsi="Book Antiqua"/>
        </w:rPr>
      </w:pPr>
    </w:p>
    <w:p w14:paraId="4633B528" w14:textId="77777777" w:rsidR="009B5C73" w:rsidRPr="00F522FF" w:rsidRDefault="009B5C73" w:rsidP="00FF0B17">
      <w:pPr>
        <w:ind w:left="851" w:right="-1" w:hanging="851"/>
        <w:jc w:val="both"/>
        <w:rPr>
          <w:rFonts w:ascii="Book Antiqua" w:hAnsi="Book Antiqua"/>
        </w:rPr>
      </w:pPr>
      <w:r w:rsidRPr="00F522FF">
        <w:rPr>
          <w:rFonts w:ascii="Book Antiqua" w:hAnsi="Book Antiqua"/>
        </w:rPr>
        <w:lastRenderedPageBreak/>
        <w:t>Allega:</w:t>
      </w:r>
    </w:p>
    <w:p w14:paraId="48B99B65" w14:textId="2DFA5DD1" w:rsidR="009B5C73" w:rsidRDefault="009B5C73" w:rsidP="00FF0B17">
      <w:pPr>
        <w:numPr>
          <w:ilvl w:val="0"/>
          <w:numId w:val="17"/>
        </w:numPr>
        <w:ind w:right="-1"/>
        <w:jc w:val="both"/>
        <w:rPr>
          <w:rFonts w:ascii="Book Antiqua" w:hAnsi="Book Antiqua"/>
        </w:rPr>
      </w:pPr>
      <w:r w:rsidRPr="00F522FF">
        <w:rPr>
          <w:rFonts w:ascii="Book Antiqua" w:hAnsi="Book Antiqua"/>
        </w:rPr>
        <w:t>curriculum vitae aggiornato e sottoscritto</w:t>
      </w:r>
      <w:r w:rsidR="000134E9">
        <w:rPr>
          <w:rFonts w:ascii="Book Antiqua" w:hAnsi="Book Antiqua"/>
        </w:rPr>
        <w:t>;</w:t>
      </w:r>
    </w:p>
    <w:p w14:paraId="5ABFE14A" w14:textId="354B021B" w:rsidR="000134E9" w:rsidRPr="000134E9" w:rsidRDefault="000134E9" w:rsidP="008B6E32">
      <w:pPr>
        <w:pStyle w:val="Paragrafoelenco"/>
        <w:numPr>
          <w:ilvl w:val="0"/>
          <w:numId w:val="17"/>
        </w:numPr>
        <w:ind w:right="-1"/>
        <w:jc w:val="both"/>
        <w:rPr>
          <w:rFonts w:ascii="Book Antiqua" w:hAnsi="Book Antiqua"/>
        </w:rPr>
      </w:pPr>
      <w:r w:rsidRPr="000134E9">
        <w:rPr>
          <w:rFonts w:ascii="Book Antiqua" w:hAnsi="Book Antiqua"/>
        </w:rPr>
        <w:t>dichiarazione di insussistenza di cause di inconferibilità e incompatibilità, datata e sottoscritta (allegato 3);</w:t>
      </w:r>
    </w:p>
    <w:p w14:paraId="60174683" w14:textId="3D991C96" w:rsidR="009B5C73" w:rsidRPr="00F522FF" w:rsidRDefault="009B5C73" w:rsidP="00FF0B17">
      <w:pPr>
        <w:numPr>
          <w:ilvl w:val="0"/>
          <w:numId w:val="17"/>
        </w:numPr>
        <w:ind w:right="-1"/>
        <w:jc w:val="both"/>
        <w:rPr>
          <w:rFonts w:ascii="Book Antiqua" w:hAnsi="Book Antiqua"/>
        </w:rPr>
      </w:pPr>
      <w:r w:rsidRPr="00F522FF">
        <w:rPr>
          <w:rFonts w:ascii="Book Antiqua" w:hAnsi="Book Antiqua"/>
        </w:rPr>
        <w:t>documento di riconoscimento in corso di validità.</w:t>
      </w:r>
    </w:p>
    <w:p w14:paraId="26F7DC7C" w14:textId="77777777" w:rsidR="009B5C73" w:rsidRPr="009B5C73" w:rsidRDefault="009B5C73" w:rsidP="00FF0B17">
      <w:pPr>
        <w:spacing w:before="100" w:beforeAutospacing="1" w:after="100" w:afterAutospacing="1"/>
        <w:ind w:left="5387"/>
        <w:jc w:val="center"/>
        <w:rPr>
          <w:rFonts w:ascii="Book Antiqua" w:hAnsi="Book Antiqua" w:cs="Arial"/>
        </w:rPr>
      </w:pPr>
      <w:r w:rsidRPr="009B5C73">
        <w:rPr>
          <w:rFonts w:ascii="Book Antiqua" w:hAnsi="Book Antiqua" w:cs="Arial"/>
        </w:rPr>
        <w:t>Firma</w:t>
      </w:r>
    </w:p>
    <w:p w14:paraId="47F191AE" w14:textId="433F17D2" w:rsidR="002B06BA" w:rsidRPr="00A12DF2" w:rsidRDefault="009B5C73" w:rsidP="00FF0B17">
      <w:pPr>
        <w:spacing w:before="100" w:beforeAutospacing="1" w:after="100" w:afterAutospacing="1"/>
        <w:ind w:left="5387"/>
        <w:jc w:val="center"/>
        <w:rPr>
          <w:rFonts w:ascii="Book Antiqua" w:hAnsi="Book Antiqua"/>
        </w:rPr>
      </w:pPr>
      <w:r w:rsidRPr="009B5C73">
        <w:rPr>
          <w:rFonts w:ascii="Book Antiqua" w:hAnsi="Book Antiqua" w:cs="Arial"/>
        </w:rPr>
        <w:t>___________________________________</w:t>
      </w:r>
    </w:p>
    <w:sectPr w:rsidR="002B06BA" w:rsidRPr="00A12DF2" w:rsidSect="003A1AB0">
      <w:headerReference w:type="default" r:id="rId9"/>
      <w:footerReference w:type="default" r:id="rId10"/>
      <w:pgSz w:w="11906" w:h="16838" w:code="9"/>
      <w:pgMar w:top="1417" w:right="1134" w:bottom="1134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1EE0F" w14:textId="77777777" w:rsidR="000A0924" w:rsidRDefault="000A0924">
      <w:r>
        <w:separator/>
      </w:r>
    </w:p>
  </w:endnote>
  <w:endnote w:type="continuationSeparator" w:id="0">
    <w:p w14:paraId="4E682C4F" w14:textId="77777777" w:rsidR="000A0924" w:rsidRDefault="000A0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42ED6" w14:textId="3DD7654C" w:rsidR="00495391" w:rsidRPr="00495391" w:rsidRDefault="00495391" w:rsidP="00495391">
    <w:pPr>
      <w:spacing w:before="60"/>
      <w:jc w:val="center"/>
      <w:rPr>
        <w:sz w:val="20"/>
        <w:szCs w:val="20"/>
      </w:rPr>
    </w:pPr>
    <w:r w:rsidRPr="00495391">
      <w:rPr>
        <w:sz w:val="20"/>
        <w:szCs w:val="20"/>
      </w:rPr>
      <w:t>Via</w:t>
    </w:r>
    <w:r>
      <w:rPr>
        <w:sz w:val="20"/>
        <w:szCs w:val="20"/>
      </w:rPr>
      <w:t>le</w:t>
    </w:r>
    <w:r w:rsidRPr="00495391">
      <w:rPr>
        <w:sz w:val="20"/>
        <w:szCs w:val="20"/>
      </w:rPr>
      <w:t xml:space="preserve"> </w:t>
    </w:r>
    <w:r>
      <w:rPr>
        <w:sz w:val="20"/>
        <w:szCs w:val="20"/>
      </w:rPr>
      <w:t xml:space="preserve">C. </w:t>
    </w:r>
    <w:r w:rsidRPr="00495391">
      <w:rPr>
        <w:sz w:val="20"/>
        <w:szCs w:val="20"/>
      </w:rPr>
      <w:t xml:space="preserve">Manuali s/n - </w:t>
    </w:r>
    <w:r w:rsidR="00A12DF2" w:rsidRPr="00495391">
      <w:rPr>
        <w:sz w:val="20"/>
        <w:szCs w:val="20"/>
      </w:rPr>
      <w:t>Perugia -</w:t>
    </w:r>
    <w:r w:rsidRPr="00495391">
      <w:rPr>
        <w:sz w:val="20"/>
        <w:szCs w:val="20"/>
      </w:rPr>
      <w:t xml:space="preserve"> Tel. 075.58281 (centralino)</w:t>
    </w:r>
  </w:p>
  <w:p w14:paraId="0745B059" w14:textId="78EBF77E" w:rsidR="007763D1" w:rsidRPr="00495391" w:rsidRDefault="00495391" w:rsidP="00495391">
    <w:pPr>
      <w:pStyle w:val="Pidipagina"/>
      <w:jc w:val="center"/>
      <w:rPr>
        <w:sz w:val="20"/>
        <w:szCs w:val="20"/>
        <w:lang w:val="en-US"/>
      </w:rPr>
    </w:pPr>
    <w:r w:rsidRPr="00495391">
      <w:rPr>
        <w:sz w:val="20"/>
        <w:szCs w:val="20"/>
        <w:lang w:val="en-US"/>
      </w:rPr>
      <w:t>Web: www.istruzio</w:t>
    </w:r>
    <w:bookmarkStart w:id="0" w:name="_Hlt121557890"/>
    <w:r w:rsidRPr="00495391">
      <w:rPr>
        <w:sz w:val="20"/>
        <w:szCs w:val="20"/>
        <w:lang w:val="en-US"/>
      </w:rPr>
      <w:t>n</w:t>
    </w:r>
    <w:bookmarkEnd w:id="0"/>
    <w:r w:rsidRPr="00495391">
      <w:rPr>
        <w:sz w:val="20"/>
        <w:szCs w:val="20"/>
        <w:lang w:val="en-US"/>
      </w:rPr>
      <w:t>e</w:t>
    </w:r>
    <w:bookmarkStart w:id="1" w:name="_Hlt121548645"/>
    <w:r w:rsidRPr="00495391">
      <w:rPr>
        <w:sz w:val="20"/>
        <w:szCs w:val="20"/>
        <w:lang w:val="en-US"/>
      </w:rPr>
      <w:t>.</w:t>
    </w:r>
    <w:bookmarkEnd w:id="1"/>
    <w:r w:rsidRPr="00495391">
      <w:rPr>
        <w:sz w:val="20"/>
        <w:szCs w:val="20"/>
        <w:lang w:val="en-US"/>
      </w:rPr>
      <w:t xml:space="preserve">umbria.it - PEC: </w:t>
    </w:r>
    <w:r w:rsidR="00A12DF2" w:rsidRPr="00495391">
      <w:rPr>
        <w:sz w:val="20"/>
        <w:szCs w:val="20"/>
        <w:lang w:val="en-US"/>
      </w:rPr>
      <w:t>drum@postacert.istruzione.it -</w:t>
    </w:r>
    <w:r w:rsidRPr="00495391">
      <w:rPr>
        <w:sz w:val="20"/>
        <w:szCs w:val="20"/>
        <w:lang w:val="en-US"/>
      </w:rPr>
      <w:t xml:space="preserve"> PEO: direzione-umbria@istruzione.it</w:t>
    </w:r>
  </w:p>
  <w:p w14:paraId="178AE954" w14:textId="77777777" w:rsidR="00495391" w:rsidRDefault="00495391" w:rsidP="00495391">
    <w:pPr>
      <w:pStyle w:val="Pidipagina"/>
      <w:jc w:val="center"/>
      <w:rPr>
        <w:sz w:val="20"/>
        <w:szCs w:val="20"/>
      </w:rPr>
    </w:pPr>
    <w:r>
      <w:rPr>
        <w:sz w:val="20"/>
        <w:szCs w:val="20"/>
      </w:rPr>
      <w:t>Cod</w:t>
    </w:r>
    <w:r w:rsidR="00563E95">
      <w:rPr>
        <w:sz w:val="20"/>
        <w:szCs w:val="20"/>
      </w:rPr>
      <w:t>ice</w:t>
    </w:r>
    <w:r w:rsidRPr="00495391">
      <w:rPr>
        <w:sz w:val="20"/>
        <w:szCs w:val="20"/>
      </w:rPr>
      <w:t xml:space="preserve"> Ipa: m_pi </w:t>
    </w:r>
    <w:r>
      <w:rPr>
        <w:sz w:val="20"/>
        <w:szCs w:val="20"/>
      </w:rPr>
      <w:t>-</w:t>
    </w:r>
    <w:r w:rsidRPr="00495391">
      <w:rPr>
        <w:sz w:val="20"/>
        <w:szCs w:val="20"/>
      </w:rPr>
      <w:t xml:space="preserve"> Cod</w:t>
    </w:r>
    <w:r w:rsidR="00563E95">
      <w:rPr>
        <w:sz w:val="20"/>
        <w:szCs w:val="20"/>
      </w:rPr>
      <w:t>ice</w:t>
    </w:r>
    <w:r>
      <w:rPr>
        <w:sz w:val="20"/>
        <w:szCs w:val="20"/>
      </w:rPr>
      <w:t xml:space="preserve"> AOO: AOODRUM - </w:t>
    </w:r>
    <w:r w:rsidRPr="00495391">
      <w:rPr>
        <w:sz w:val="20"/>
        <w:szCs w:val="20"/>
      </w:rPr>
      <w:t>CF: 94094990549</w:t>
    </w:r>
  </w:p>
  <w:p w14:paraId="4725E853" w14:textId="77777777" w:rsidR="00495391" w:rsidRDefault="00495391" w:rsidP="00495391">
    <w:pPr>
      <w:pStyle w:val="Pidipagina"/>
      <w:jc w:val="center"/>
      <w:rPr>
        <w:sz w:val="20"/>
        <w:szCs w:val="20"/>
      </w:rPr>
    </w:pPr>
    <w:r>
      <w:rPr>
        <w:sz w:val="20"/>
        <w:szCs w:val="20"/>
      </w:rPr>
      <w:t>F</w:t>
    </w:r>
    <w:r w:rsidRPr="00495391">
      <w:rPr>
        <w:sz w:val="20"/>
        <w:szCs w:val="20"/>
      </w:rPr>
      <w:t>atturazione elettronica</w:t>
    </w:r>
    <w:r w:rsidR="00563E95">
      <w:rPr>
        <w:sz w:val="20"/>
        <w:szCs w:val="20"/>
      </w:rPr>
      <w:t>:</w:t>
    </w:r>
    <w:r w:rsidRPr="00495391">
      <w:rPr>
        <w:sz w:val="20"/>
        <w:szCs w:val="20"/>
      </w:rPr>
      <w:t xml:space="preserve"> </w:t>
    </w:r>
    <w:r>
      <w:rPr>
        <w:sz w:val="20"/>
        <w:szCs w:val="20"/>
      </w:rPr>
      <w:t>c</w:t>
    </w:r>
    <w:r w:rsidRPr="00495391">
      <w:rPr>
        <w:sz w:val="20"/>
        <w:szCs w:val="20"/>
      </w:rPr>
      <w:t>ont</w:t>
    </w:r>
    <w:r>
      <w:rPr>
        <w:sz w:val="20"/>
        <w:szCs w:val="20"/>
      </w:rPr>
      <w:t>abilità</w:t>
    </w:r>
    <w:r w:rsidRPr="00495391">
      <w:rPr>
        <w:sz w:val="20"/>
        <w:szCs w:val="20"/>
      </w:rPr>
      <w:t xml:space="preserve"> generale FQ7HPL </w:t>
    </w:r>
    <w:r>
      <w:rPr>
        <w:sz w:val="20"/>
        <w:szCs w:val="20"/>
      </w:rPr>
      <w:t>-</w:t>
    </w:r>
    <w:r w:rsidRPr="00495391">
      <w:rPr>
        <w:sz w:val="20"/>
        <w:szCs w:val="20"/>
      </w:rPr>
      <w:t xml:space="preserve"> </w:t>
    </w:r>
    <w:r>
      <w:rPr>
        <w:sz w:val="20"/>
        <w:szCs w:val="20"/>
      </w:rPr>
      <w:t>contabilità ordinaria GBY4BZ</w:t>
    </w:r>
  </w:p>
  <w:p w14:paraId="144E8375" w14:textId="1B81711E" w:rsidR="003A1AB0" w:rsidRPr="003A1AB0" w:rsidRDefault="00195C5D" w:rsidP="00BF43B6">
    <w:pPr>
      <w:spacing w:before="100" w:beforeAutospacing="1"/>
      <w:rPr>
        <w:i/>
        <w:iCs/>
        <w:sz w:val="20"/>
        <w:szCs w:val="20"/>
      </w:rPr>
    </w:pPr>
    <w:r>
      <w:rPr>
        <w:sz w:val="20"/>
        <w:szCs w:val="20"/>
      </w:rPr>
      <w:t xml:space="preserve">File: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 \* MERGEFORMAT </w:instrText>
    </w:r>
    <w:r>
      <w:rPr>
        <w:sz w:val="20"/>
        <w:szCs w:val="20"/>
      </w:rPr>
      <w:fldChar w:fldCharType="separate"/>
    </w:r>
    <w:r w:rsidR="00BB3F02">
      <w:rPr>
        <w:noProof/>
        <w:sz w:val="20"/>
        <w:szCs w:val="20"/>
      </w:rPr>
      <w:t>USR-Umbria-Ufficio-I_Interpello_Allegato-2.docx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42B75" w14:textId="77777777" w:rsidR="000A0924" w:rsidRDefault="000A0924">
      <w:r>
        <w:separator/>
      </w:r>
    </w:p>
  </w:footnote>
  <w:footnote w:type="continuationSeparator" w:id="0">
    <w:p w14:paraId="7B47B4D0" w14:textId="77777777" w:rsidR="000A0924" w:rsidRDefault="000A0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BD537" w14:textId="77777777" w:rsidR="00CB795A" w:rsidRPr="00495391" w:rsidRDefault="003A1AB0" w:rsidP="007763D1">
    <w:pPr>
      <w:pStyle w:val="Intestazione"/>
      <w:jc w:val="center"/>
      <w:rPr>
        <w:rFonts w:ascii="Book Antiqua" w:hAnsi="Book Antiqua"/>
      </w:rPr>
    </w:pPr>
    <w:r w:rsidRPr="00495391">
      <w:rPr>
        <w:rFonts w:ascii="Book Antiqua" w:hAnsi="Book Antiqua"/>
      </w:rPr>
      <w:object w:dxaOrig="5158" w:dyaOrig="5218" w14:anchorId="5A49BE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5pt">
          <v:imagedata r:id="rId1" o:title="" croptop=".21875" cropbottom=".15625" cropleft="12684f" cropright="11275f"/>
        </v:shape>
        <o:OLEObject Type="Embed" ProgID="MSDraw" ShapeID="_x0000_i1025" DrawAspect="Content" ObjectID="_1829475221" r:id="rId2"/>
      </w:object>
    </w:r>
  </w:p>
  <w:p w14:paraId="647F7346" w14:textId="41E360D6" w:rsidR="007763D1" w:rsidRPr="00495391" w:rsidRDefault="00F3591A" w:rsidP="007763D1">
    <w:pPr>
      <w:pStyle w:val="Didascalia"/>
      <w:rPr>
        <w:rFonts w:ascii="Book Antiqua" w:hAnsi="Book Antiqua"/>
        <w:iCs/>
        <w:sz w:val="36"/>
        <w:szCs w:val="36"/>
      </w:rPr>
    </w:pPr>
    <w:r w:rsidRPr="00495391">
      <w:rPr>
        <w:rFonts w:ascii="Book Antiqua" w:hAnsi="Book Antiqua"/>
        <w:iCs/>
        <w:sz w:val="36"/>
        <w:szCs w:val="36"/>
      </w:rPr>
      <w:t>Ministero dell’</w:t>
    </w:r>
    <w:r w:rsidR="00705C2A">
      <w:rPr>
        <w:rFonts w:ascii="Book Antiqua" w:hAnsi="Book Antiqua"/>
        <w:iCs/>
        <w:sz w:val="36"/>
        <w:szCs w:val="36"/>
      </w:rPr>
      <w:t>I</w:t>
    </w:r>
    <w:r w:rsidR="007763D1" w:rsidRPr="00495391">
      <w:rPr>
        <w:rFonts w:ascii="Book Antiqua" w:hAnsi="Book Antiqua"/>
        <w:iCs/>
        <w:sz w:val="36"/>
        <w:szCs w:val="36"/>
      </w:rPr>
      <w:t>struzione</w:t>
    </w:r>
    <w:r w:rsidR="00DD476C">
      <w:rPr>
        <w:rFonts w:ascii="Book Antiqua" w:hAnsi="Book Antiqua"/>
        <w:iCs/>
        <w:sz w:val="36"/>
        <w:szCs w:val="36"/>
      </w:rPr>
      <w:t xml:space="preserve"> e del Merito</w:t>
    </w:r>
  </w:p>
  <w:p w14:paraId="08762B89" w14:textId="298B2C29" w:rsidR="007763D1" w:rsidRPr="00495391" w:rsidRDefault="007763D1" w:rsidP="007763D1">
    <w:pPr>
      <w:pStyle w:val="Titolo1"/>
      <w:rPr>
        <w:rFonts w:ascii="Book Antiqua" w:hAnsi="Book Antiqua"/>
        <w:b w:val="0"/>
        <w:sz w:val="32"/>
      </w:rPr>
    </w:pPr>
    <w:r w:rsidRPr="00495391">
      <w:rPr>
        <w:rFonts w:ascii="Book Antiqua" w:hAnsi="Book Antiqua"/>
        <w:b w:val="0"/>
        <w:sz w:val="32"/>
      </w:rPr>
      <w:t>Ufficio Scolastico Regionale per l’Umbria</w:t>
    </w:r>
    <w:r w:rsidR="00BB3F02">
      <w:rPr>
        <w:rFonts w:ascii="Book Antiqua" w:hAnsi="Book Antiqua"/>
        <w:b w:val="0"/>
        <w:sz w:val="32"/>
      </w:rPr>
      <w:br/>
    </w:r>
    <w:r w:rsidR="00BB3F02" w:rsidRPr="00BB3F02">
      <w:rPr>
        <w:rFonts w:ascii="Book Antiqua" w:hAnsi="Book Antiqua"/>
        <w:b w:val="0"/>
        <w:sz w:val="28"/>
        <w:szCs w:val="32"/>
      </w:rPr>
      <w:t>Direzione Generale</w:t>
    </w:r>
  </w:p>
  <w:p w14:paraId="3870D7D9" w14:textId="77777777" w:rsidR="00365FD8" w:rsidRPr="00365FD8" w:rsidRDefault="00365FD8" w:rsidP="00365F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B2D36"/>
    <w:multiLevelType w:val="multilevel"/>
    <w:tmpl w:val="2F9AAC9E"/>
    <w:lvl w:ilvl="0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1" w15:restartNumberingAfterBreak="0">
    <w:nsid w:val="0F736E86"/>
    <w:multiLevelType w:val="hybridMultilevel"/>
    <w:tmpl w:val="A468A200"/>
    <w:lvl w:ilvl="0" w:tplc="9DCACD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633F0"/>
    <w:multiLevelType w:val="hybridMultilevel"/>
    <w:tmpl w:val="6C7EB906"/>
    <w:lvl w:ilvl="0" w:tplc="9DCACD2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56FBC"/>
    <w:multiLevelType w:val="hybridMultilevel"/>
    <w:tmpl w:val="AAD63F5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E7D00"/>
    <w:multiLevelType w:val="hybridMultilevel"/>
    <w:tmpl w:val="7B68B3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D7F5C"/>
    <w:multiLevelType w:val="hybridMultilevel"/>
    <w:tmpl w:val="3EF2349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0666E"/>
    <w:multiLevelType w:val="multilevel"/>
    <w:tmpl w:val="2F9AAC9E"/>
    <w:lvl w:ilvl="0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9" w15:restartNumberingAfterBreak="0">
    <w:nsid w:val="4663100C"/>
    <w:multiLevelType w:val="hybridMultilevel"/>
    <w:tmpl w:val="2F9AAC9E"/>
    <w:lvl w:ilvl="0" w:tplc="6EEEFE44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10" w15:restartNumberingAfterBreak="0">
    <w:nsid w:val="4BB776B7"/>
    <w:multiLevelType w:val="multilevel"/>
    <w:tmpl w:val="2F9AAC9E"/>
    <w:lvl w:ilvl="0">
      <w:start w:val="6125"/>
      <w:numFmt w:val="decimalZero"/>
      <w:lvlText w:val="%1"/>
      <w:lvlJc w:val="left"/>
      <w:pPr>
        <w:tabs>
          <w:tab w:val="num" w:pos="7275"/>
        </w:tabs>
        <w:ind w:left="7275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635"/>
        </w:tabs>
        <w:ind w:left="7635" w:hanging="360"/>
      </w:pPr>
    </w:lvl>
    <w:lvl w:ilvl="2">
      <w:start w:val="1"/>
      <w:numFmt w:val="lowerRoman"/>
      <w:lvlText w:val="%3."/>
      <w:lvlJc w:val="right"/>
      <w:pPr>
        <w:tabs>
          <w:tab w:val="num" w:pos="8355"/>
        </w:tabs>
        <w:ind w:left="8355" w:hanging="180"/>
      </w:pPr>
    </w:lvl>
    <w:lvl w:ilvl="3">
      <w:start w:val="1"/>
      <w:numFmt w:val="decimal"/>
      <w:lvlText w:val="%4."/>
      <w:lvlJc w:val="left"/>
      <w:pPr>
        <w:tabs>
          <w:tab w:val="num" w:pos="9075"/>
        </w:tabs>
        <w:ind w:left="9075" w:hanging="360"/>
      </w:pPr>
    </w:lvl>
    <w:lvl w:ilvl="4">
      <w:start w:val="1"/>
      <w:numFmt w:val="lowerLetter"/>
      <w:lvlText w:val="%5."/>
      <w:lvlJc w:val="left"/>
      <w:pPr>
        <w:tabs>
          <w:tab w:val="num" w:pos="9795"/>
        </w:tabs>
        <w:ind w:left="9795" w:hanging="360"/>
      </w:pPr>
    </w:lvl>
    <w:lvl w:ilvl="5">
      <w:start w:val="1"/>
      <w:numFmt w:val="lowerRoman"/>
      <w:lvlText w:val="%6."/>
      <w:lvlJc w:val="right"/>
      <w:pPr>
        <w:tabs>
          <w:tab w:val="num" w:pos="10515"/>
        </w:tabs>
        <w:ind w:left="10515" w:hanging="180"/>
      </w:pPr>
    </w:lvl>
    <w:lvl w:ilvl="6">
      <w:start w:val="1"/>
      <w:numFmt w:val="decimal"/>
      <w:lvlText w:val="%7."/>
      <w:lvlJc w:val="left"/>
      <w:pPr>
        <w:tabs>
          <w:tab w:val="num" w:pos="11235"/>
        </w:tabs>
        <w:ind w:left="11235" w:hanging="360"/>
      </w:pPr>
    </w:lvl>
    <w:lvl w:ilvl="7">
      <w:start w:val="1"/>
      <w:numFmt w:val="lowerLetter"/>
      <w:lvlText w:val="%8."/>
      <w:lvlJc w:val="left"/>
      <w:pPr>
        <w:tabs>
          <w:tab w:val="num" w:pos="11955"/>
        </w:tabs>
        <w:ind w:left="11955" w:hanging="360"/>
      </w:pPr>
    </w:lvl>
    <w:lvl w:ilvl="8">
      <w:start w:val="1"/>
      <w:numFmt w:val="lowerRoman"/>
      <w:lvlText w:val="%9."/>
      <w:lvlJc w:val="right"/>
      <w:pPr>
        <w:tabs>
          <w:tab w:val="num" w:pos="12675"/>
        </w:tabs>
        <w:ind w:left="12675" w:hanging="180"/>
      </w:pPr>
    </w:lvl>
  </w:abstractNum>
  <w:abstractNum w:abstractNumId="11" w15:restartNumberingAfterBreak="0">
    <w:nsid w:val="4BD14A5D"/>
    <w:multiLevelType w:val="hybridMultilevel"/>
    <w:tmpl w:val="2AC065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0044A"/>
    <w:multiLevelType w:val="hybridMultilevel"/>
    <w:tmpl w:val="57BADEAA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82DBE"/>
    <w:multiLevelType w:val="hybridMultilevel"/>
    <w:tmpl w:val="1F148CB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A720EA"/>
    <w:multiLevelType w:val="hybridMultilevel"/>
    <w:tmpl w:val="EC262C3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351029"/>
    <w:multiLevelType w:val="hybridMultilevel"/>
    <w:tmpl w:val="5C7C8A7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540C3A"/>
    <w:multiLevelType w:val="hybridMultilevel"/>
    <w:tmpl w:val="98F2F4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1846B7"/>
    <w:multiLevelType w:val="hybridMultilevel"/>
    <w:tmpl w:val="5C50C1E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242773"/>
    <w:multiLevelType w:val="hybridMultilevel"/>
    <w:tmpl w:val="356483E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6E01C7"/>
    <w:multiLevelType w:val="hybridMultilevel"/>
    <w:tmpl w:val="D74AB4FA"/>
    <w:lvl w:ilvl="0" w:tplc="924846F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778438">
    <w:abstractNumId w:val="9"/>
  </w:num>
  <w:num w:numId="2" w16cid:durableId="714355325">
    <w:abstractNumId w:val="2"/>
  </w:num>
  <w:num w:numId="3" w16cid:durableId="1162309067">
    <w:abstractNumId w:val="8"/>
  </w:num>
  <w:num w:numId="4" w16cid:durableId="177231008">
    <w:abstractNumId w:val="0"/>
  </w:num>
  <w:num w:numId="5" w16cid:durableId="1556552131">
    <w:abstractNumId w:val="10"/>
  </w:num>
  <w:num w:numId="6" w16cid:durableId="1453861739">
    <w:abstractNumId w:val="1"/>
  </w:num>
  <w:num w:numId="7" w16cid:durableId="1684821980">
    <w:abstractNumId w:val="5"/>
  </w:num>
  <w:num w:numId="8" w16cid:durableId="1515345111">
    <w:abstractNumId w:val="13"/>
  </w:num>
  <w:num w:numId="9" w16cid:durableId="2119983221">
    <w:abstractNumId w:val="17"/>
  </w:num>
  <w:num w:numId="10" w16cid:durableId="1521119255">
    <w:abstractNumId w:val="15"/>
  </w:num>
  <w:num w:numId="11" w16cid:durableId="1338075838">
    <w:abstractNumId w:val="18"/>
  </w:num>
  <w:num w:numId="12" w16cid:durableId="84687604">
    <w:abstractNumId w:val="16"/>
  </w:num>
  <w:num w:numId="13" w16cid:durableId="1275551786">
    <w:abstractNumId w:val="14"/>
  </w:num>
  <w:num w:numId="14" w16cid:durableId="1056319384">
    <w:abstractNumId w:val="11"/>
  </w:num>
  <w:num w:numId="15" w16cid:durableId="1393194670">
    <w:abstractNumId w:val="3"/>
  </w:num>
  <w:num w:numId="16" w16cid:durableId="1211379270">
    <w:abstractNumId w:val="4"/>
  </w:num>
  <w:num w:numId="17" w16cid:durableId="586037386">
    <w:abstractNumId w:val="7"/>
  </w:num>
  <w:num w:numId="18" w16cid:durableId="1253584606">
    <w:abstractNumId w:val="6"/>
  </w:num>
  <w:num w:numId="19" w16cid:durableId="2043048325">
    <w:abstractNumId w:val="12"/>
  </w:num>
  <w:num w:numId="20" w16cid:durableId="58792600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hdrShapeDefaults>
    <o:shapedefaults v:ext="edit" spidmax="2050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C73"/>
    <w:rsid w:val="00006BA5"/>
    <w:rsid w:val="000134E9"/>
    <w:rsid w:val="00013AD6"/>
    <w:rsid w:val="000222D5"/>
    <w:rsid w:val="000342E0"/>
    <w:rsid w:val="00042232"/>
    <w:rsid w:val="00046C1B"/>
    <w:rsid w:val="00050837"/>
    <w:rsid w:val="00065338"/>
    <w:rsid w:val="00065B58"/>
    <w:rsid w:val="000713A5"/>
    <w:rsid w:val="000A0924"/>
    <w:rsid w:val="000A2D75"/>
    <w:rsid w:val="000A6F80"/>
    <w:rsid w:val="000A7C48"/>
    <w:rsid w:val="000B2F39"/>
    <w:rsid w:val="000B2F8A"/>
    <w:rsid w:val="000B5EF6"/>
    <w:rsid w:val="000D02AE"/>
    <w:rsid w:val="000E1FA7"/>
    <w:rsid w:val="000F3784"/>
    <w:rsid w:val="00103F91"/>
    <w:rsid w:val="001107D7"/>
    <w:rsid w:val="0012058A"/>
    <w:rsid w:val="00124474"/>
    <w:rsid w:val="0012799F"/>
    <w:rsid w:val="0015682A"/>
    <w:rsid w:val="00164148"/>
    <w:rsid w:val="001731F7"/>
    <w:rsid w:val="00183D32"/>
    <w:rsid w:val="00195C5D"/>
    <w:rsid w:val="001A38FC"/>
    <w:rsid w:val="001A6417"/>
    <w:rsid w:val="001C157F"/>
    <w:rsid w:val="001C17AF"/>
    <w:rsid w:val="001C69F4"/>
    <w:rsid w:val="001C6F48"/>
    <w:rsid w:val="001D3C22"/>
    <w:rsid w:val="001D600F"/>
    <w:rsid w:val="001F2177"/>
    <w:rsid w:val="001F527A"/>
    <w:rsid w:val="0020040F"/>
    <w:rsid w:val="00200A1E"/>
    <w:rsid w:val="0021019A"/>
    <w:rsid w:val="00216CB1"/>
    <w:rsid w:val="002278A6"/>
    <w:rsid w:val="00235D8D"/>
    <w:rsid w:val="0023705D"/>
    <w:rsid w:val="002468D2"/>
    <w:rsid w:val="00254634"/>
    <w:rsid w:val="00261DC2"/>
    <w:rsid w:val="002631D5"/>
    <w:rsid w:val="002666B6"/>
    <w:rsid w:val="00270E42"/>
    <w:rsid w:val="00271106"/>
    <w:rsid w:val="00274525"/>
    <w:rsid w:val="00284E03"/>
    <w:rsid w:val="00285724"/>
    <w:rsid w:val="002877E8"/>
    <w:rsid w:val="00293F6A"/>
    <w:rsid w:val="0029484D"/>
    <w:rsid w:val="00294FB0"/>
    <w:rsid w:val="002955CB"/>
    <w:rsid w:val="00295642"/>
    <w:rsid w:val="00297CCA"/>
    <w:rsid w:val="002A035E"/>
    <w:rsid w:val="002A217C"/>
    <w:rsid w:val="002A4C01"/>
    <w:rsid w:val="002A633C"/>
    <w:rsid w:val="002A6FDC"/>
    <w:rsid w:val="002B06BA"/>
    <w:rsid w:val="002B5A3D"/>
    <w:rsid w:val="002C03FA"/>
    <w:rsid w:val="002C0464"/>
    <w:rsid w:val="002C3882"/>
    <w:rsid w:val="002D05A7"/>
    <w:rsid w:val="002D1F23"/>
    <w:rsid w:val="002D3295"/>
    <w:rsid w:val="002D7B81"/>
    <w:rsid w:val="002E1DAE"/>
    <w:rsid w:val="002E6987"/>
    <w:rsid w:val="002E7ED3"/>
    <w:rsid w:val="002F2C3C"/>
    <w:rsid w:val="002F7F39"/>
    <w:rsid w:val="00301621"/>
    <w:rsid w:val="00302186"/>
    <w:rsid w:val="003047B2"/>
    <w:rsid w:val="00306976"/>
    <w:rsid w:val="003120A1"/>
    <w:rsid w:val="0031214F"/>
    <w:rsid w:val="003315C7"/>
    <w:rsid w:val="00335AF7"/>
    <w:rsid w:val="00345DA2"/>
    <w:rsid w:val="00361B87"/>
    <w:rsid w:val="00365FD8"/>
    <w:rsid w:val="0037411B"/>
    <w:rsid w:val="00377544"/>
    <w:rsid w:val="00387DD4"/>
    <w:rsid w:val="003934E0"/>
    <w:rsid w:val="003A1AB0"/>
    <w:rsid w:val="003B1484"/>
    <w:rsid w:val="003C34F5"/>
    <w:rsid w:val="003D04E1"/>
    <w:rsid w:val="003D21C4"/>
    <w:rsid w:val="003E16FD"/>
    <w:rsid w:val="003E2161"/>
    <w:rsid w:val="003E5182"/>
    <w:rsid w:val="003F23AB"/>
    <w:rsid w:val="003F5458"/>
    <w:rsid w:val="00401A2E"/>
    <w:rsid w:val="00407CAD"/>
    <w:rsid w:val="00415970"/>
    <w:rsid w:val="00417487"/>
    <w:rsid w:val="00421EB9"/>
    <w:rsid w:val="00423CF0"/>
    <w:rsid w:val="00424CDD"/>
    <w:rsid w:val="004257E1"/>
    <w:rsid w:val="00437F6B"/>
    <w:rsid w:val="00444557"/>
    <w:rsid w:val="00450EE0"/>
    <w:rsid w:val="00455BC5"/>
    <w:rsid w:val="00456844"/>
    <w:rsid w:val="004720DA"/>
    <w:rsid w:val="00472CC1"/>
    <w:rsid w:val="00480919"/>
    <w:rsid w:val="00490935"/>
    <w:rsid w:val="00490C71"/>
    <w:rsid w:val="004911EB"/>
    <w:rsid w:val="00493740"/>
    <w:rsid w:val="00495391"/>
    <w:rsid w:val="004A1D5D"/>
    <w:rsid w:val="004A4B3A"/>
    <w:rsid w:val="004F0572"/>
    <w:rsid w:val="004F3875"/>
    <w:rsid w:val="00501668"/>
    <w:rsid w:val="00503C71"/>
    <w:rsid w:val="00505FE4"/>
    <w:rsid w:val="00511C1F"/>
    <w:rsid w:val="00522770"/>
    <w:rsid w:val="00524136"/>
    <w:rsid w:val="0052641E"/>
    <w:rsid w:val="005338AB"/>
    <w:rsid w:val="00541F09"/>
    <w:rsid w:val="0054515E"/>
    <w:rsid w:val="00546FF3"/>
    <w:rsid w:val="005473D0"/>
    <w:rsid w:val="005517FE"/>
    <w:rsid w:val="00552BAC"/>
    <w:rsid w:val="005540F8"/>
    <w:rsid w:val="005609CC"/>
    <w:rsid w:val="00563E95"/>
    <w:rsid w:val="00571DCF"/>
    <w:rsid w:val="00577068"/>
    <w:rsid w:val="00577405"/>
    <w:rsid w:val="0058133C"/>
    <w:rsid w:val="00593C6B"/>
    <w:rsid w:val="00594128"/>
    <w:rsid w:val="005A2716"/>
    <w:rsid w:val="005A5D20"/>
    <w:rsid w:val="005D697D"/>
    <w:rsid w:val="005E1E12"/>
    <w:rsid w:val="005E6990"/>
    <w:rsid w:val="00613455"/>
    <w:rsid w:val="00614BB7"/>
    <w:rsid w:val="0062767A"/>
    <w:rsid w:val="00631A0C"/>
    <w:rsid w:val="006329E8"/>
    <w:rsid w:val="006368F0"/>
    <w:rsid w:val="00643C8A"/>
    <w:rsid w:val="006541BC"/>
    <w:rsid w:val="00663888"/>
    <w:rsid w:val="00667BF0"/>
    <w:rsid w:val="00670B03"/>
    <w:rsid w:val="006713AC"/>
    <w:rsid w:val="00680592"/>
    <w:rsid w:val="006852A5"/>
    <w:rsid w:val="00685B86"/>
    <w:rsid w:val="006861D3"/>
    <w:rsid w:val="00687960"/>
    <w:rsid w:val="00694E87"/>
    <w:rsid w:val="006C0E4F"/>
    <w:rsid w:val="006C1262"/>
    <w:rsid w:val="006C5F8E"/>
    <w:rsid w:val="006D080C"/>
    <w:rsid w:val="006D0DB7"/>
    <w:rsid w:val="006D7B32"/>
    <w:rsid w:val="006E0CC1"/>
    <w:rsid w:val="006E1663"/>
    <w:rsid w:val="006E295A"/>
    <w:rsid w:val="006E732B"/>
    <w:rsid w:val="006F5F4F"/>
    <w:rsid w:val="00702121"/>
    <w:rsid w:val="00703BCB"/>
    <w:rsid w:val="007044DF"/>
    <w:rsid w:val="00705C2A"/>
    <w:rsid w:val="007211E9"/>
    <w:rsid w:val="0073200D"/>
    <w:rsid w:val="0073225E"/>
    <w:rsid w:val="00743B65"/>
    <w:rsid w:val="007453F9"/>
    <w:rsid w:val="00752F18"/>
    <w:rsid w:val="00764EC8"/>
    <w:rsid w:val="00773A90"/>
    <w:rsid w:val="007763D1"/>
    <w:rsid w:val="00793AF8"/>
    <w:rsid w:val="007A4C1F"/>
    <w:rsid w:val="007B1A06"/>
    <w:rsid w:val="007B390F"/>
    <w:rsid w:val="007C0E98"/>
    <w:rsid w:val="007C53A7"/>
    <w:rsid w:val="007D129E"/>
    <w:rsid w:val="007D2125"/>
    <w:rsid w:val="007F1AA1"/>
    <w:rsid w:val="007F1AAC"/>
    <w:rsid w:val="007F799F"/>
    <w:rsid w:val="00803940"/>
    <w:rsid w:val="00816B71"/>
    <w:rsid w:val="008312AF"/>
    <w:rsid w:val="00846F56"/>
    <w:rsid w:val="00850EBB"/>
    <w:rsid w:val="00861541"/>
    <w:rsid w:val="00865359"/>
    <w:rsid w:val="00870F4B"/>
    <w:rsid w:val="008729E3"/>
    <w:rsid w:val="00881F00"/>
    <w:rsid w:val="0088629F"/>
    <w:rsid w:val="0089363D"/>
    <w:rsid w:val="00897145"/>
    <w:rsid w:val="008971B4"/>
    <w:rsid w:val="008A2671"/>
    <w:rsid w:val="008A4134"/>
    <w:rsid w:val="008A5FA6"/>
    <w:rsid w:val="008C567D"/>
    <w:rsid w:val="008D0AC0"/>
    <w:rsid w:val="008D789D"/>
    <w:rsid w:val="008E18F5"/>
    <w:rsid w:val="00901E9D"/>
    <w:rsid w:val="009179A7"/>
    <w:rsid w:val="0095771F"/>
    <w:rsid w:val="00960940"/>
    <w:rsid w:val="009632E3"/>
    <w:rsid w:val="00981CEE"/>
    <w:rsid w:val="009A4B16"/>
    <w:rsid w:val="009B5C73"/>
    <w:rsid w:val="009B777D"/>
    <w:rsid w:val="009C0EC3"/>
    <w:rsid w:val="009C7F3C"/>
    <w:rsid w:val="009D00B6"/>
    <w:rsid w:val="009D0BE1"/>
    <w:rsid w:val="009D21BA"/>
    <w:rsid w:val="009D3F5D"/>
    <w:rsid w:val="00A00356"/>
    <w:rsid w:val="00A01059"/>
    <w:rsid w:val="00A01AF7"/>
    <w:rsid w:val="00A12587"/>
    <w:rsid w:val="00A12DF2"/>
    <w:rsid w:val="00A20144"/>
    <w:rsid w:val="00A24A64"/>
    <w:rsid w:val="00A26B49"/>
    <w:rsid w:val="00A2726A"/>
    <w:rsid w:val="00A32632"/>
    <w:rsid w:val="00A34FA6"/>
    <w:rsid w:val="00A372D0"/>
    <w:rsid w:val="00A416BB"/>
    <w:rsid w:val="00A41CEE"/>
    <w:rsid w:val="00A52B91"/>
    <w:rsid w:val="00A530A5"/>
    <w:rsid w:val="00A63866"/>
    <w:rsid w:val="00A6510B"/>
    <w:rsid w:val="00A7583B"/>
    <w:rsid w:val="00A803BD"/>
    <w:rsid w:val="00A83C5C"/>
    <w:rsid w:val="00AA63E2"/>
    <w:rsid w:val="00AB2EFF"/>
    <w:rsid w:val="00AB435C"/>
    <w:rsid w:val="00AD7545"/>
    <w:rsid w:val="00AF193E"/>
    <w:rsid w:val="00AF1BFA"/>
    <w:rsid w:val="00B006EB"/>
    <w:rsid w:val="00B11431"/>
    <w:rsid w:val="00B16E63"/>
    <w:rsid w:val="00B22C52"/>
    <w:rsid w:val="00B307EC"/>
    <w:rsid w:val="00B31E50"/>
    <w:rsid w:val="00B3246D"/>
    <w:rsid w:val="00B33631"/>
    <w:rsid w:val="00B43404"/>
    <w:rsid w:val="00B458BE"/>
    <w:rsid w:val="00B650B1"/>
    <w:rsid w:val="00B675C5"/>
    <w:rsid w:val="00B716EC"/>
    <w:rsid w:val="00B746FC"/>
    <w:rsid w:val="00B76351"/>
    <w:rsid w:val="00B83720"/>
    <w:rsid w:val="00B93AF1"/>
    <w:rsid w:val="00BB3DCC"/>
    <w:rsid w:val="00BB3F02"/>
    <w:rsid w:val="00BC5C92"/>
    <w:rsid w:val="00BC72C4"/>
    <w:rsid w:val="00BD1671"/>
    <w:rsid w:val="00BE6957"/>
    <w:rsid w:val="00BF43B6"/>
    <w:rsid w:val="00C00196"/>
    <w:rsid w:val="00C02658"/>
    <w:rsid w:val="00C02E3D"/>
    <w:rsid w:val="00C10DB1"/>
    <w:rsid w:val="00C307E2"/>
    <w:rsid w:val="00C44CE6"/>
    <w:rsid w:val="00C47F29"/>
    <w:rsid w:val="00C6029D"/>
    <w:rsid w:val="00C62942"/>
    <w:rsid w:val="00C65171"/>
    <w:rsid w:val="00C6598F"/>
    <w:rsid w:val="00C66DD3"/>
    <w:rsid w:val="00C710E8"/>
    <w:rsid w:val="00C713A6"/>
    <w:rsid w:val="00C7410B"/>
    <w:rsid w:val="00C74244"/>
    <w:rsid w:val="00C748CE"/>
    <w:rsid w:val="00C74D85"/>
    <w:rsid w:val="00C80321"/>
    <w:rsid w:val="00C8400B"/>
    <w:rsid w:val="00CA30DF"/>
    <w:rsid w:val="00CA45B0"/>
    <w:rsid w:val="00CA56F8"/>
    <w:rsid w:val="00CB07D3"/>
    <w:rsid w:val="00CB795A"/>
    <w:rsid w:val="00CC28E2"/>
    <w:rsid w:val="00CC3F7C"/>
    <w:rsid w:val="00CE2555"/>
    <w:rsid w:val="00D0628D"/>
    <w:rsid w:val="00D10A95"/>
    <w:rsid w:val="00D26036"/>
    <w:rsid w:val="00D37362"/>
    <w:rsid w:val="00D44050"/>
    <w:rsid w:val="00D44808"/>
    <w:rsid w:val="00D4768F"/>
    <w:rsid w:val="00D54D7A"/>
    <w:rsid w:val="00D5591A"/>
    <w:rsid w:val="00D60E0B"/>
    <w:rsid w:val="00D656EB"/>
    <w:rsid w:val="00D72DD7"/>
    <w:rsid w:val="00D816D7"/>
    <w:rsid w:val="00D84818"/>
    <w:rsid w:val="00D945A0"/>
    <w:rsid w:val="00D9517D"/>
    <w:rsid w:val="00DA16E1"/>
    <w:rsid w:val="00DA5155"/>
    <w:rsid w:val="00DA65CD"/>
    <w:rsid w:val="00DB4B89"/>
    <w:rsid w:val="00DC46BF"/>
    <w:rsid w:val="00DC7243"/>
    <w:rsid w:val="00DD2F69"/>
    <w:rsid w:val="00DD476C"/>
    <w:rsid w:val="00DD4FA2"/>
    <w:rsid w:val="00DD565D"/>
    <w:rsid w:val="00DD7A0D"/>
    <w:rsid w:val="00DE28F6"/>
    <w:rsid w:val="00E04AFA"/>
    <w:rsid w:val="00E06420"/>
    <w:rsid w:val="00E23009"/>
    <w:rsid w:val="00E31E6E"/>
    <w:rsid w:val="00E32BDB"/>
    <w:rsid w:val="00E44F0B"/>
    <w:rsid w:val="00E45619"/>
    <w:rsid w:val="00E47E78"/>
    <w:rsid w:val="00E52C63"/>
    <w:rsid w:val="00E52EDA"/>
    <w:rsid w:val="00E62693"/>
    <w:rsid w:val="00E7004C"/>
    <w:rsid w:val="00E74DDF"/>
    <w:rsid w:val="00E753B0"/>
    <w:rsid w:val="00E75E17"/>
    <w:rsid w:val="00E846A1"/>
    <w:rsid w:val="00E85025"/>
    <w:rsid w:val="00E97FC9"/>
    <w:rsid w:val="00EA58B6"/>
    <w:rsid w:val="00EA6596"/>
    <w:rsid w:val="00EB1562"/>
    <w:rsid w:val="00EB255D"/>
    <w:rsid w:val="00EB4474"/>
    <w:rsid w:val="00EC08F9"/>
    <w:rsid w:val="00EC10C4"/>
    <w:rsid w:val="00EC58B1"/>
    <w:rsid w:val="00ED4E38"/>
    <w:rsid w:val="00EE067F"/>
    <w:rsid w:val="00EF2851"/>
    <w:rsid w:val="00EF3D45"/>
    <w:rsid w:val="00F00427"/>
    <w:rsid w:val="00F251CA"/>
    <w:rsid w:val="00F3312E"/>
    <w:rsid w:val="00F3591A"/>
    <w:rsid w:val="00F372CB"/>
    <w:rsid w:val="00F501AC"/>
    <w:rsid w:val="00F522FF"/>
    <w:rsid w:val="00F76F38"/>
    <w:rsid w:val="00F8228F"/>
    <w:rsid w:val="00F83985"/>
    <w:rsid w:val="00F84094"/>
    <w:rsid w:val="00F85197"/>
    <w:rsid w:val="00FA09CB"/>
    <w:rsid w:val="00FA76AC"/>
    <w:rsid w:val="00FB1E27"/>
    <w:rsid w:val="00FC27E8"/>
    <w:rsid w:val="00FC789B"/>
    <w:rsid w:val="00FD036C"/>
    <w:rsid w:val="00FE12FD"/>
    <w:rsid w:val="00FE2F63"/>
    <w:rsid w:val="00FE3084"/>
    <w:rsid w:val="00FF0B17"/>
    <w:rsid w:val="00FF128D"/>
    <w:rsid w:val="00FF2692"/>
    <w:rsid w:val="00FF49C3"/>
    <w:rsid w:val="00FF508F"/>
    <w:rsid w:val="00FF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"/>
    </o:shapedefaults>
    <o:shapelayout v:ext="edit">
      <o:idmap v:ext="edit" data="2"/>
    </o:shapelayout>
  </w:shapeDefaults>
  <w:decimalSymbol w:val=","/>
  <w:listSeparator w:val=";"/>
  <w14:docId w14:val="3874F14E"/>
  <w15:docId w15:val="{694DB0BC-A632-4B3C-BA22-4332BC766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sz w:val="36"/>
      <w:szCs w:val="36"/>
    </w:rPr>
  </w:style>
  <w:style w:type="paragraph" w:styleId="Titolo2">
    <w:name w:val="heading 2"/>
    <w:basedOn w:val="Normale"/>
    <w:next w:val="Normale"/>
    <w:qFormat/>
    <w:rsid w:val="00E753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Sottotitolo">
    <w:name w:val="Subtitle"/>
    <w:basedOn w:val="Normale"/>
    <w:qFormat/>
    <w:pPr>
      <w:jc w:val="center"/>
    </w:pPr>
    <w:rPr>
      <w:szCs w:val="20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styleId="Collegamentovisitato">
    <w:name w:val="FollowedHyperlink"/>
    <w:basedOn w:val="Carpredefinitoparagrafo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7763D1"/>
    <w:pPr>
      <w:jc w:val="center"/>
    </w:pPr>
    <w:rPr>
      <w:rFonts w:ascii="CG Times" w:hAnsi="CG Times"/>
      <w:sz w:val="40"/>
    </w:rPr>
  </w:style>
  <w:style w:type="paragraph" w:styleId="Testofumetto">
    <w:name w:val="Balloon Text"/>
    <w:basedOn w:val="Normale"/>
    <w:semiHidden/>
    <w:rsid w:val="00571DCF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0F3784"/>
    <w:pPr>
      <w:spacing w:before="225" w:after="225"/>
      <w:ind w:left="225" w:right="225"/>
    </w:pPr>
  </w:style>
  <w:style w:type="paragraph" w:styleId="Mappadocumento">
    <w:name w:val="Document Map"/>
    <w:basedOn w:val="Normale"/>
    <w:semiHidden/>
    <w:rsid w:val="00F501AC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Grigliatabella">
    <w:name w:val="Table Grid"/>
    <w:basedOn w:val="Tabellanormale"/>
    <w:rsid w:val="00893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278A6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5391"/>
    <w:rPr>
      <w:sz w:val="24"/>
      <w:szCs w:val="24"/>
    </w:rPr>
  </w:style>
  <w:style w:type="paragraph" w:customStyle="1" w:styleId="Oggetto">
    <w:name w:val="Oggetto"/>
    <w:basedOn w:val="Normale"/>
    <w:link w:val="OggettoCarattere"/>
    <w:qFormat/>
    <w:rsid w:val="00254634"/>
    <w:pPr>
      <w:spacing w:before="100" w:beforeAutospacing="1" w:after="100" w:afterAutospacing="1"/>
      <w:jc w:val="both"/>
    </w:pPr>
    <w:rPr>
      <w:rFonts w:ascii="Book Antiqua" w:hAnsi="Book Antiqua"/>
      <w:b/>
    </w:rPr>
  </w:style>
  <w:style w:type="paragraph" w:customStyle="1" w:styleId="Destinatari">
    <w:name w:val="Destinatari"/>
    <w:basedOn w:val="Normale"/>
    <w:link w:val="DestinatariCarattere"/>
    <w:qFormat/>
    <w:rsid w:val="00254634"/>
    <w:pPr>
      <w:jc w:val="right"/>
    </w:pPr>
    <w:rPr>
      <w:rFonts w:ascii="Book Antiqua" w:hAnsi="Book Antiqua"/>
    </w:rPr>
  </w:style>
  <w:style w:type="character" w:customStyle="1" w:styleId="OggettoCarattere">
    <w:name w:val="Oggetto Carattere"/>
    <w:basedOn w:val="Carpredefinitoparagrafo"/>
    <w:link w:val="Oggetto"/>
    <w:rsid w:val="00254634"/>
    <w:rPr>
      <w:rFonts w:ascii="Book Antiqua" w:hAnsi="Book Antiqua"/>
      <w:b/>
      <w:sz w:val="24"/>
      <w:szCs w:val="24"/>
    </w:rPr>
  </w:style>
  <w:style w:type="paragraph" w:customStyle="1" w:styleId="CorpoDelTesto">
    <w:name w:val="CorpoDelTesto"/>
    <w:basedOn w:val="Normale"/>
    <w:link w:val="CorpoDelTestoCarattere"/>
    <w:qFormat/>
    <w:rsid w:val="00254634"/>
    <w:pPr>
      <w:spacing w:before="100" w:beforeAutospacing="1" w:after="100" w:afterAutospacing="1"/>
      <w:jc w:val="both"/>
    </w:pPr>
    <w:rPr>
      <w:rFonts w:ascii="Book Antiqua" w:hAnsi="Book Antiqua"/>
    </w:rPr>
  </w:style>
  <w:style w:type="character" w:customStyle="1" w:styleId="DestinatariCarattere">
    <w:name w:val="Destinatari Carattere"/>
    <w:basedOn w:val="Carpredefinitoparagrafo"/>
    <w:link w:val="Destinatari"/>
    <w:rsid w:val="00254634"/>
    <w:rPr>
      <w:rFonts w:ascii="Book Antiqua" w:hAnsi="Book Antiqua"/>
      <w:sz w:val="24"/>
      <w:szCs w:val="24"/>
    </w:rPr>
  </w:style>
  <w:style w:type="character" w:customStyle="1" w:styleId="CorpoDelTestoCarattere">
    <w:name w:val="CorpoDelTesto Carattere"/>
    <w:basedOn w:val="Carpredefinitoparagrafo"/>
    <w:link w:val="CorpoDelTesto"/>
    <w:rsid w:val="00254634"/>
    <w:rPr>
      <w:rFonts w:ascii="Book Antiqua" w:hAnsi="Book Antiqua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3A1AB0"/>
    <w:rPr>
      <w:color w:val="80808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5C73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2E7ED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E7ED3"/>
  </w:style>
  <w:style w:type="character" w:styleId="Rimandonotaapidipagina">
    <w:name w:val="footnote reference"/>
    <w:basedOn w:val="Carpredefinitoparagrafo"/>
    <w:semiHidden/>
    <w:unhideWhenUsed/>
    <w:rsid w:val="002E7E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um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0785\Desktop\ModelloDocumentiUS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34828-63D8-49BA-AF87-F1FFCA1B2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ModelloDocumentiUSR.dotx</Template>
  <TotalTime>54</TotalTime>
  <Pages>2</Pages>
  <Words>301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2235</CharactersWithSpaces>
  <SharedDoc>false</SharedDoc>
  <HLinks>
    <vt:vector size="12" baseType="variant">
      <vt:variant>
        <vt:i4>4784204</vt:i4>
      </vt:variant>
      <vt:variant>
        <vt:i4>6</vt:i4>
      </vt:variant>
      <vt:variant>
        <vt:i4>0</vt:i4>
      </vt:variant>
      <vt:variant>
        <vt:i4>5</vt:i4>
      </vt:variant>
      <vt:variant>
        <vt:lpwstr>http://www.istruzione.perugia.it/</vt:lpwstr>
      </vt:variant>
      <vt:variant>
        <vt:lpwstr/>
      </vt:variant>
      <vt:variant>
        <vt:i4>5373957</vt:i4>
      </vt:variant>
      <vt:variant>
        <vt:i4>3</vt:i4>
      </vt:variant>
      <vt:variant>
        <vt:i4>0</vt:i4>
      </vt:variant>
      <vt:variant>
        <vt:i4>5</vt:i4>
      </vt:variant>
      <vt:variant>
        <vt:lpwstr>http://www.istruzione.umbria.it/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Parrettini Cristiano</dc:creator>
  <cp:lastModifiedBy>Parrettini Cristiano</cp:lastModifiedBy>
  <cp:revision>60</cp:revision>
  <cp:lastPrinted>2016-07-28T09:27:00Z</cp:lastPrinted>
  <dcterms:created xsi:type="dcterms:W3CDTF">2022-04-05T11:35:00Z</dcterms:created>
  <dcterms:modified xsi:type="dcterms:W3CDTF">2026-01-09T13:47:00Z</dcterms:modified>
</cp:coreProperties>
</file>