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FB07" w14:textId="65622FF1" w:rsidR="009B5C73" w:rsidRPr="00F147B3" w:rsidRDefault="009B5C73" w:rsidP="00E34F68">
      <w:pPr>
        <w:pStyle w:val="Destinatari"/>
        <w:rPr>
          <w:b/>
          <w:bCs/>
        </w:rPr>
      </w:pPr>
      <w:r w:rsidRPr="00F147B3">
        <w:rPr>
          <w:b/>
          <w:bCs/>
        </w:rPr>
        <w:t xml:space="preserve">Allegato </w:t>
      </w:r>
      <w:r w:rsidR="00F147B3" w:rsidRPr="00F147B3">
        <w:rPr>
          <w:b/>
          <w:bCs/>
        </w:rPr>
        <w:t>3</w:t>
      </w:r>
    </w:p>
    <w:p w14:paraId="0F1D66D0" w14:textId="77777777" w:rsidR="00F147B3" w:rsidRPr="00F147B3" w:rsidRDefault="00F147B3" w:rsidP="00FF0B17">
      <w:pPr>
        <w:pStyle w:val="Destinatari"/>
        <w:jc w:val="left"/>
        <w:rPr>
          <w:b/>
          <w:bCs/>
        </w:rPr>
      </w:pPr>
    </w:p>
    <w:p w14:paraId="09271B01" w14:textId="70C83E15" w:rsidR="00472CC1" w:rsidRPr="00F147B3" w:rsidRDefault="00F147B3" w:rsidP="00F147B3">
      <w:pPr>
        <w:spacing w:after="60" w:line="312" w:lineRule="auto"/>
        <w:jc w:val="center"/>
        <w:rPr>
          <w:rFonts w:ascii="Book Antiqua" w:hAnsi="Book Antiqua"/>
        </w:rPr>
      </w:pPr>
      <w:r w:rsidRPr="00F147B3">
        <w:rPr>
          <w:rFonts w:ascii="Book Antiqua" w:hAnsi="Book Antiqua" w:cs="Calibri"/>
          <w:b/>
        </w:rPr>
        <w:t xml:space="preserve">Dichiarazione sull’insussistenza di cause di incompatibilità e di inconferibilità di cui al </w:t>
      </w:r>
      <w:r>
        <w:rPr>
          <w:rFonts w:ascii="Book Antiqua" w:hAnsi="Book Antiqua" w:cs="Calibri"/>
          <w:b/>
        </w:rPr>
        <w:t>D</w:t>
      </w:r>
      <w:r w:rsidRPr="00F147B3">
        <w:rPr>
          <w:rFonts w:ascii="Book Antiqua" w:hAnsi="Book Antiqua" w:cs="Calibri"/>
          <w:b/>
        </w:rPr>
        <w:t>.</w:t>
      </w:r>
      <w:r>
        <w:rPr>
          <w:rFonts w:ascii="Book Antiqua" w:hAnsi="Book Antiqua" w:cs="Calibri"/>
          <w:b/>
        </w:rPr>
        <w:t xml:space="preserve"> L</w:t>
      </w:r>
      <w:r w:rsidRPr="00F147B3">
        <w:rPr>
          <w:rFonts w:ascii="Book Antiqua" w:hAnsi="Book Antiqua" w:cs="Calibri"/>
          <w:b/>
        </w:rPr>
        <w:t xml:space="preserve">gs. </w:t>
      </w:r>
      <w:r>
        <w:rPr>
          <w:rFonts w:ascii="Book Antiqua" w:hAnsi="Book Antiqua" w:cs="Calibri"/>
          <w:b/>
        </w:rPr>
        <w:t>n</w:t>
      </w:r>
      <w:r w:rsidRPr="00F147B3">
        <w:rPr>
          <w:rFonts w:ascii="Book Antiqua" w:hAnsi="Book Antiqua" w:cs="Calibri"/>
          <w:b/>
        </w:rPr>
        <w:t>. 39/2013</w:t>
      </w:r>
      <w:r>
        <w:rPr>
          <w:rFonts w:ascii="Book Antiqua" w:hAnsi="Book Antiqua" w:cs="Calibri"/>
          <w:b/>
        </w:rPr>
        <w:t>.</w:t>
      </w:r>
    </w:p>
    <w:p w14:paraId="257E4BFA" w14:textId="6E86CA62" w:rsidR="00A01AF7" w:rsidRDefault="009B5C73" w:rsidP="00565976">
      <w:pPr>
        <w:ind w:right="-1"/>
        <w:jc w:val="both"/>
        <w:rPr>
          <w:rFonts w:ascii="Book Antiqua" w:hAnsi="Book Antiqua"/>
        </w:rPr>
      </w:pPr>
      <w:r w:rsidRPr="009B5C73">
        <w:rPr>
          <w:rFonts w:ascii="Book Antiqua" w:hAnsi="Book Antiqua"/>
        </w:rPr>
        <w:t>Il/La sottoscritto/a ……………………………….. nato a ………….. il …</w:t>
      </w:r>
      <w:r w:rsidR="00A12587">
        <w:rPr>
          <w:rFonts w:ascii="Book Antiqua" w:hAnsi="Book Antiqua"/>
        </w:rPr>
        <w:t xml:space="preserve"> /</w:t>
      </w:r>
      <w:r w:rsidRPr="009B5C73">
        <w:rPr>
          <w:rFonts w:ascii="Book Antiqua" w:hAnsi="Book Antiqua"/>
        </w:rPr>
        <w:t>……</w:t>
      </w:r>
      <w:r w:rsidR="00A12587">
        <w:rPr>
          <w:rFonts w:ascii="Book Antiqua" w:hAnsi="Book Antiqua"/>
        </w:rPr>
        <w:t>/</w:t>
      </w:r>
      <w:r w:rsidRPr="009B5C73">
        <w:rPr>
          <w:rFonts w:ascii="Book Antiqua" w:hAnsi="Book Antiqua"/>
        </w:rPr>
        <w:t xml:space="preserve">……….. </w:t>
      </w:r>
      <w:r w:rsidR="001A38FC" w:rsidRPr="009B5C73">
        <w:rPr>
          <w:rFonts w:ascii="Book Antiqua" w:hAnsi="Book Antiqua"/>
        </w:rPr>
        <w:t>codice fiscale………………………</w:t>
      </w:r>
      <w:r w:rsidR="001A38FC">
        <w:rPr>
          <w:rFonts w:ascii="Book Antiqua" w:hAnsi="Book Antiqua"/>
        </w:rPr>
        <w:t xml:space="preserve"> residente a ………………………………….. (….) in via …………………………… </w:t>
      </w:r>
      <w:r w:rsidRPr="009B5C73">
        <w:rPr>
          <w:rFonts w:ascii="Book Antiqua" w:hAnsi="Book Antiqua"/>
        </w:rPr>
        <w:t>in relazione all</w:t>
      </w:r>
      <w:r w:rsidR="003B02A3">
        <w:rPr>
          <w:rFonts w:ascii="Book Antiqua" w:hAnsi="Book Antiqua"/>
        </w:rPr>
        <w:t xml:space="preserve">a manifestazione di disponibilità all’assunzione dell’incarico dirigenziale non generale </w:t>
      </w:r>
      <w:r w:rsidR="00785BE3">
        <w:rPr>
          <w:rFonts w:ascii="Book Antiqua" w:hAnsi="Book Antiqua"/>
        </w:rPr>
        <w:t xml:space="preserve">di titolarità </w:t>
      </w:r>
      <w:r w:rsidR="003B02A3">
        <w:rPr>
          <w:rFonts w:ascii="Book Antiqua" w:hAnsi="Book Antiqua"/>
        </w:rPr>
        <w:t>dell’Ufficio I dell’U.S.R. per l’Umbria</w:t>
      </w:r>
      <w:r w:rsidR="00565976">
        <w:rPr>
          <w:rFonts w:ascii="Book Antiqua" w:hAnsi="Book Antiqua"/>
        </w:rPr>
        <w:t xml:space="preserve">, </w:t>
      </w:r>
      <w:r w:rsidR="00A01AF7" w:rsidRPr="00F522FF">
        <w:rPr>
          <w:rFonts w:ascii="Book Antiqua" w:hAnsi="Book Antiqua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  <w:r w:rsidR="0021019A" w:rsidRPr="00F522FF">
        <w:rPr>
          <w:rFonts w:ascii="Book Antiqua" w:hAnsi="Book Antiqua"/>
        </w:rPr>
        <w:t>, ai sensi e per gli effetti dell’art. 20 del D. Lgs. n. 39/2013</w:t>
      </w:r>
      <w:r w:rsidR="00FE3084">
        <w:rPr>
          <w:rFonts w:ascii="Book Antiqua" w:hAnsi="Book Antiqua"/>
        </w:rPr>
        <w:t>,</w:t>
      </w:r>
    </w:p>
    <w:p w14:paraId="644A8236" w14:textId="77777777" w:rsidR="0020040F" w:rsidRPr="00F522FF" w:rsidRDefault="0020040F" w:rsidP="00FF0B17">
      <w:pPr>
        <w:autoSpaceDE w:val="0"/>
        <w:autoSpaceDN w:val="0"/>
        <w:adjustRightInd w:val="0"/>
        <w:jc w:val="both"/>
        <w:rPr>
          <w:rFonts w:ascii="Book Antiqua" w:hAnsi="Book Antiqua"/>
        </w:rPr>
      </w:pPr>
    </w:p>
    <w:p w14:paraId="13430132" w14:textId="1262619D" w:rsidR="00A01AF7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d</w:t>
      </w:r>
      <w:r w:rsidR="00F522FF" w:rsidRPr="00A24A64">
        <w:rPr>
          <w:rFonts w:ascii="Book Antiqua" w:hAnsi="Book Antiqua"/>
          <w:b/>
          <w:bCs/>
        </w:rPr>
        <w:t>ichiara</w:t>
      </w:r>
    </w:p>
    <w:p w14:paraId="4E38DF4F" w14:textId="77777777" w:rsidR="0020040F" w:rsidRPr="00A24A64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14:paraId="14B174CC" w14:textId="7991C80B" w:rsidR="00EE1A30" w:rsidRPr="00EE1A30" w:rsidRDefault="00EE1A30" w:rsidP="000C7790">
      <w:pPr>
        <w:pStyle w:val="Paragrafoelenco"/>
        <w:numPr>
          <w:ilvl w:val="0"/>
          <w:numId w:val="19"/>
        </w:numPr>
        <w:ind w:right="-1"/>
        <w:jc w:val="both"/>
        <w:rPr>
          <w:rFonts w:ascii="Book Antiqua" w:hAnsi="Book Antiqua"/>
        </w:rPr>
      </w:pPr>
      <w:r w:rsidRPr="00EE1A30">
        <w:rPr>
          <w:rFonts w:ascii="Book Antiqua" w:hAnsi="Book Antiqua"/>
        </w:rPr>
        <w:t xml:space="preserve">l’insussistenza delle cause di inconferibilità dell’incarico previste dal D. Lgs. n. 39 del </w:t>
      </w:r>
      <w:r w:rsidR="009E2C1F">
        <w:rPr>
          <w:rFonts w:ascii="Book Antiqua" w:hAnsi="Book Antiqua"/>
        </w:rPr>
        <w:t>0</w:t>
      </w:r>
      <w:r w:rsidRPr="00EE1A30">
        <w:rPr>
          <w:rFonts w:ascii="Book Antiqua" w:hAnsi="Book Antiqua"/>
        </w:rPr>
        <w:t>8/04/2013</w:t>
      </w:r>
      <w:r>
        <w:rPr>
          <w:rFonts w:ascii="Book Antiqua" w:hAnsi="Book Antiqua"/>
        </w:rPr>
        <w:t xml:space="preserve"> </w:t>
      </w:r>
      <w:r w:rsidRPr="00EE1A30">
        <w:rPr>
          <w:rFonts w:ascii="Book Antiqua" w:hAnsi="Book Antiqua"/>
        </w:rPr>
        <w:t>ed in particolare di quelle indicate all’art. 3;</w:t>
      </w:r>
    </w:p>
    <w:p w14:paraId="60174683" w14:textId="68B44F2C" w:rsidR="009B5C73" w:rsidRPr="003E6A01" w:rsidRDefault="00EE1A30" w:rsidP="003E6A01">
      <w:pPr>
        <w:pStyle w:val="Paragrafoelenco"/>
        <w:numPr>
          <w:ilvl w:val="0"/>
          <w:numId w:val="19"/>
        </w:numPr>
        <w:ind w:right="-1"/>
        <w:jc w:val="both"/>
        <w:rPr>
          <w:rFonts w:ascii="Book Antiqua" w:hAnsi="Book Antiqua"/>
        </w:rPr>
      </w:pPr>
      <w:r w:rsidRPr="00EE1A30">
        <w:rPr>
          <w:rFonts w:ascii="Book Antiqua" w:hAnsi="Book Antiqua"/>
        </w:rPr>
        <w:t xml:space="preserve">l’insussistenza delle cause di incompatibilità indicate dal D. Lgs. </w:t>
      </w:r>
      <w:r w:rsidR="002464F7">
        <w:rPr>
          <w:rFonts w:ascii="Book Antiqua" w:hAnsi="Book Antiqua"/>
        </w:rPr>
        <w:t xml:space="preserve">n. 39 del </w:t>
      </w:r>
      <w:r w:rsidR="009E2C1F">
        <w:rPr>
          <w:rFonts w:ascii="Book Antiqua" w:hAnsi="Book Antiqua"/>
        </w:rPr>
        <w:t>0</w:t>
      </w:r>
      <w:r w:rsidRPr="00EE1A30">
        <w:rPr>
          <w:rFonts w:ascii="Book Antiqua" w:hAnsi="Book Antiqua"/>
        </w:rPr>
        <w:t>8</w:t>
      </w:r>
      <w:r w:rsidR="002464F7">
        <w:rPr>
          <w:rFonts w:ascii="Book Antiqua" w:hAnsi="Book Antiqua"/>
        </w:rPr>
        <w:t>/04/</w:t>
      </w:r>
      <w:r w:rsidRPr="00EE1A30">
        <w:rPr>
          <w:rFonts w:ascii="Book Antiqua" w:hAnsi="Book Antiqua"/>
        </w:rPr>
        <w:t>2013</w:t>
      </w:r>
      <w:r w:rsidR="002464F7">
        <w:rPr>
          <w:rFonts w:ascii="Book Antiqua" w:hAnsi="Book Antiqua"/>
        </w:rPr>
        <w:t>.</w:t>
      </w:r>
    </w:p>
    <w:p w14:paraId="26F7DC7C" w14:textId="77777777" w:rsidR="009B5C73" w:rsidRPr="009B5C73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 w:cs="Arial"/>
        </w:rPr>
      </w:pPr>
      <w:r w:rsidRPr="009B5C73">
        <w:rPr>
          <w:rFonts w:ascii="Book Antiqua" w:hAnsi="Book Antiqua" w:cs="Arial"/>
        </w:rPr>
        <w:t>Firma</w:t>
      </w:r>
    </w:p>
    <w:p w14:paraId="47F191AE" w14:textId="433F17D2" w:rsidR="002B06BA" w:rsidRPr="00A12DF2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/>
        </w:rPr>
      </w:pPr>
      <w:r w:rsidRPr="009B5C73">
        <w:rPr>
          <w:rFonts w:ascii="Book Antiqua" w:hAnsi="Book Antiqua" w:cs="Arial"/>
        </w:rPr>
        <w:t>___________________________________</w:t>
      </w:r>
    </w:p>
    <w:sectPr w:rsidR="002B06BA" w:rsidRPr="00A12DF2" w:rsidSect="003A1AB0">
      <w:headerReference w:type="default" r:id="rId8"/>
      <w:footerReference w:type="default" r:id="rId9"/>
      <w:pgSz w:w="11906" w:h="16838" w:code="9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A011C" w14:textId="77777777" w:rsidR="000F2FF4" w:rsidRDefault="000F2FF4">
      <w:r>
        <w:separator/>
      </w:r>
    </w:p>
  </w:endnote>
  <w:endnote w:type="continuationSeparator" w:id="0">
    <w:p w14:paraId="5AE589D5" w14:textId="77777777" w:rsidR="000F2FF4" w:rsidRDefault="000F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42ED6" w14:textId="3DD7654C" w:rsidR="00495391" w:rsidRPr="00495391" w:rsidRDefault="00495391" w:rsidP="00495391">
    <w:pPr>
      <w:spacing w:before="60"/>
      <w:jc w:val="center"/>
      <w:rPr>
        <w:sz w:val="20"/>
        <w:szCs w:val="20"/>
      </w:rPr>
    </w:pPr>
    <w:r w:rsidRPr="00495391">
      <w:rPr>
        <w:sz w:val="20"/>
        <w:szCs w:val="20"/>
      </w:rPr>
      <w:t>Via</w:t>
    </w:r>
    <w:r>
      <w:rPr>
        <w:sz w:val="20"/>
        <w:szCs w:val="20"/>
      </w:rPr>
      <w:t>le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 xml:space="preserve">C. </w:t>
    </w:r>
    <w:r w:rsidRPr="00495391">
      <w:rPr>
        <w:sz w:val="20"/>
        <w:szCs w:val="20"/>
      </w:rPr>
      <w:t xml:space="preserve">Manuali s/n - </w:t>
    </w:r>
    <w:r w:rsidR="00A12DF2" w:rsidRPr="00495391">
      <w:rPr>
        <w:sz w:val="20"/>
        <w:szCs w:val="20"/>
      </w:rPr>
      <w:t>Perugia -</w:t>
    </w:r>
    <w:r w:rsidRPr="00495391">
      <w:rPr>
        <w:sz w:val="20"/>
        <w:szCs w:val="20"/>
      </w:rPr>
      <w:t xml:space="preserve"> Tel. 075.58281 (centralino)</w:t>
    </w:r>
  </w:p>
  <w:p w14:paraId="0745B059" w14:textId="78EBF77E" w:rsidR="007763D1" w:rsidRPr="00495391" w:rsidRDefault="00495391" w:rsidP="00495391">
    <w:pPr>
      <w:pStyle w:val="Pidipagina"/>
      <w:jc w:val="center"/>
      <w:rPr>
        <w:sz w:val="20"/>
        <w:szCs w:val="20"/>
        <w:lang w:val="en-US"/>
      </w:rPr>
    </w:pPr>
    <w:r w:rsidRPr="00495391">
      <w:rPr>
        <w:sz w:val="20"/>
        <w:szCs w:val="20"/>
        <w:lang w:val="en-US"/>
      </w:rPr>
      <w:t>Web: www.istruzio</w:t>
    </w:r>
    <w:bookmarkStart w:id="0" w:name="_Hlt121557890"/>
    <w:r w:rsidRPr="00495391">
      <w:rPr>
        <w:sz w:val="20"/>
        <w:szCs w:val="20"/>
        <w:lang w:val="en-US"/>
      </w:rPr>
      <w:t>n</w:t>
    </w:r>
    <w:bookmarkEnd w:id="0"/>
    <w:r w:rsidRPr="00495391">
      <w:rPr>
        <w:sz w:val="20"/>
        <w:szCs w:val="20"/>
        <w:lang w:val="en-US"/>
      </w:rPr>
      <w:t>e</w:t>
    </w:r>
    <w:bookmarkStart w:id="1" w:name="_Hlt121548645"/>
    <w:r w:rsidRPr="00495391">
      <w:rPr>
        <w:sz w:val="20"/>
        <w:szCs w:val="20"/>
        <w:lang w:val="en-US"/>
      </w:rPr>
      <w:t>.</w:t>
    </w:r>
    <w:bookmarkEnd w:id="1"/>
    <w:r w:rsidRPr="00495391">
      <w:rPr>
        <w:sz w:val="20"/>
        <w:szCs w:val="20"/>
        <w:lang w:val="en-US"/>
      </w:rPr>
      <w:t xml:space="preserve">umbria.it - PEC: </w:t>
    </w:r>
    <w:r w:rsidR="00A12DF2" w:rsidRPr="00495391">
      <w:rPr>
        <w:sz w:val="20"/>
        <w:szCs w:val="20"/>
        <w:lang w:val="en-US"/>
      </w:rPr>
      <w:t>drum@postacert.istruzione.it -</w:t>
    </w:r>
    <w:r w:rsidRPr="00495391">
      <w:rPr>
        <w:sz w:val="20"/>
        <w:szCs w:val="20"/>
        <w:lang w:val="en-US"/>
      </w:rPr>
      <w:t xml:space="preserve"> PEO: direzione-umbria@istruzione.it</w:t>
    </w:r>
  </w:p>
  <w:p w14:paraId="178AE954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Cod</w:t>
    </w:r>
    <w:r w:rsidR="00563E95">
      <w:rPr>
        <w:sz w:val="20"/>
        <w:szCs w:val="20"/>
      </w:rPr>
      <w:t>ice</w:t>
    </w:r>
    <w:r w:rsidRPr="00495391">
      <w:rPr>
        <w:sz w:val="20"/>
        <w:szCs w:val="20"/>
      </w:rPr>
      <w:t xml:space="preserve"> </w:t>
    </w:r>
    <w:proofErr w:type="spellStart"/>
    <w:r w:rsidRPr="00495391">
      <w:rPr>
        <w:sz w:val="20"/>
        <w:szCs w:val="20"/>
      </w:rPr>
      <w:t>Ipa</w:t>
    </w:r>
    <w:proofErr w:type="spellEnd"/>
    <w:r w:rsidRPr="00495391">
      <w:rPr>
        <w:sz w:val="20"/>
        <w:szCs w:val="20"/>
      </w:rPr>
      <w:t xml:space="preserve">: </w:t>
    </w:r>
    <w:proofErr w:type="spellStart"/>
    <w:r w:rsidRPr="00495391">
      <w:rPr>
        <w:sz w:val="20"/>
        <w:szCs w:val="20"/>
      </w:rPr>
      <w:t>m_pi</w:t>
    </w:r>
    <w:proofErr w:type="spellEnd"/>
    <w:r w:rsidRPr="00495391">
      <w:rPr>
        <w:sz w:val="20"/>
        <w:szCs w:val="20"/>
      </w:rPr>
      <w:t xml:space="preserve">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Cod</w:t>
    </w:r>
    <w:r w:rsidR="00563E95">
      <w:rPr>
        <w:sz w:val="20"/>
        <w:szCs w:val="20"/>
      </w:rPr>
      <w:t>ice</w:t>
    </w:r>
    <w:r>
      <w:rPr>
        <w:sz w:val="20"/>
        <w:szCs w:val="20"/>
      </w:rPr>
      <w:t xml:space="preserve"> AOO: AOODRUM - </w:t>
    </w:r>
    <w:r w:rsidRPr="00495391">
      <w:rPr>
        <w:sz w:val="20"/>
        <w:szCs w:val="20"/>
      </w:rPr>
      <w:t>CF: 94094990549</w:t>
    </w:r>
  </w:p>
  <w:p w14:paraId="4725E853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F</w:t>
    </w:r>
    <w:r w:rsidRPr="00495391">
      <w:rPr>
        <w:sz w:val="20"/>
        <w:szCs w:val="20"/>
      </w:rPr>
      <w:t>atturazione elettronica</w:t>
    </w:r>
    <w:r w:rsidR="00563E95">
      <w:rPr>
        <w:sz w:val="20"/>
        <w:szCs w:val="20"/>
      </w:rPr>
      <w:t>: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</w:t>
    </w:r>
    <w:r w:rsidRPr="00495391">
      <w:rPr>
        <w:sz w:val="20"/>
        <w:szCs w:val="20"/>
      </w:rPr>
      <w:t>ont</w:t>
    </w:r>
    <w:r>
      <w:rPr>
        <w:sz w:val="20"/>
        <w:szCs w:val="20"/>
      </w:rPr>
      <w:t>abilità</w:t>
    </w:r>
    <w:r w:rsidRPr="00495391">
      <w:rPr>
        <w:sz w:val="20"/>
        <w:szCs w:val="20"/>
      </w:rPr>
      <w:t xml:space="preserve"> generale FQ7HPL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contabilità ordinaria GBY4BZ</w:t>
    </w:r>
  </w:p>
  <w:p w14:paraId="144E8375" w14:textId="4516FC37" w:rsidR="003A1AB0" w:rsidRPr="003A1AB0" w:rsidRDefault="00195C5D" w:rsidP="00BF43B6">
    <w:pPr>
      <w:spacing w:before="100" w:beforeAutospacing="1"/>
      <w:rPr>
        <w:i/>
        <w:iCs/>
        <w:sz w:val="20"/>
        <w:szCs w:val="20"/>
      </w:rPr>
    </w:pPr>
    <w:r>
      <w:rPr>
        <w:sz w:val="20"/>
        <w:szCs w:val="20"/>
      </w:rPr>
      <w:t xml:space="preserve">File: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E34F68">
      <w:rPr>
        <w:noProof/>
        <w:sz w:val="20"/>
        <w:szCs w:val="20"/>
      </w:rPr>
      <w:t>USR-Umbria-Ufficio-I_Interpello_Allegato-3.docx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1E925" w14:textId="77777777" w:rsidR="000F2FF4" w:rsidRDefault="000F2FF4">
      <w:r>
        <w:separator/>
      </w:r>
    </w:p>
  </w:footnote>
  <w:footnote w:type="continuationSeparator" w:id="0">
    <w:p w14:paraId="5F68DC67" w14:textId="77777777" w:rsidR="000F2FF4" w:rsidRDefault="000F2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D537" w14:textId="77777777" w:rsidR="00CB795A" w:rsidRPr="00495391" w:rsidRDefault="003A1AB0" w:rsidP="007763D1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5A49BE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1" o:title="" croptop=".21875" cropbottom=".15625" cropleft="12684f" cropright="11275f"/>
        </v:shape>
        <o:OLEObject Type="Embed" ProgID="MSDraw" ShapeID="_x0000_i1025" DrawAspect="Content" ObjectID="_1829475276" r:id="rId2"/>
      </w:object>
    </w:r>
  </w:p>
  <w:p w14:paraId="647F7346" w14:textId="41E360D6" w:rsidR="007763D1" w:rsidRPr="00495391" w:rsidRDefault="00F3591A" w:rsidP="007763D1">
    <w:pPr>
      <w:pStyle w:val="Didascalia"/>
      <w:rPr>
        <w:rFonts w:ascii="Book Antiqua" w:hAnsi="Book Antiqua"/>
        <w:iCs/>
        <w:sz w:val="36"/>
        <w:szCs w:val="36"/>
      </w:rPr>
    </w:pPr>
    <w:r w:rsidRPr="00495391">
      <w:rPr>
        <w:rFonts w:ascii="Book Antiqua" w:hAnsi="Book Antiqua"/>
        <w:iCs/>
        <w:sz w:val="36"/>
        <w:szCs w:val="36"/>
      </w:rPr>
      <w:t>Ministero dell’</w:t>
    </w:r>
    <w:r w:rsidR="00705C2A">
      <w:rPr>
        <w:rFonts w:ascii="Book Antiqua" w:hAnsi="Book Antiqua"/>
        <w:iCs/>
        <w:sz w:val="36"/>
        <w:szCs w:val="36"/>
      </w:rPr>
      <w:t>I</w:t>
    </w:r>
    <w:r w:rsidR="007763D1" w:rsidRPr="00495391">
      <w:rPr>
        <w:rFonts w:ascii="Book Antiqua" w:hAnsi="Book Antiqua"/>
        <w:iCs/>
        <w:sz w:val="36"/>
        <w:szCs w:val="36"/>
      </w:rPr>
      <w:t>struzione</w:t>
    </w:r>
    <w:r w:rsidR="00DD476C">
      <w:rPr>
        <w:rFonts w:ascii="Book Antiqua" w:hAnsi="Book Antiqua"/>
        <w:iCs/>
        <w:sz w:val="36"/>
        <w:szCs w:val="36"/>
      </w:rPr>
      <w:t xml:space="preserve"> e del Merito</w:t>
    </w:r>
  </w:p>
  <w:p w14:paraId="08762B89" w14:textId="17131A0F" w:rsidR="007763D1" w:rsidRPr="00495391" w:rsidRDefault="007763D1" w:rsidP="007763D1">
    <w:pPr>
      <w:pStyle w:val="Titolo1"/>
      <w:rPr>
        <w:rFonts w:ascii="Book Antiqua" w:hAnsi="Book Antiqua"/>
        <w:b w:val="0"/>
        <w:sz w:val="32"/>
      </w:rPr>
    </w:pPr>
    <w:r w:rsidRPr="00495391">
      <w:rPr>
        <w:rFonts w:ascii="Book Antiqua" w:hAnsi="Book Antiqua"/>
        <w:b w:val="0"/>
        <w:sz w:val="32"/>
      </w:rPr>
      <w:t>Ufficio Scolastico Regionale per l’Umbria</w:t>
    </w:r>
    <w:r w:rsidR="00E34F68">
      <w:rPr>
        <w:rFonts w:ascii="Book Antiqua" w:hAnsi="Book Antiqua"/>
        <w:b w:val="0"/>
        <w:sz w:val="32"/>
      </w:rPr>
      <w:br/>
    </w:r>
    <w:r w:rsidR="00E34F68" w:rsidRPr="00E34F68">
      <w:rPr>
        <w:rFonts w:ascii="Book Antiqua" w:hAnsi="Book Antiqua"/>
        <w:b w:val="0"/>
        <w:sz w:val="28"/>
        <w:szCs w:val="32"/>
      </w:rPr>
      <w:t>Direzione Generale</w:t>
    </w:r>
  </w:p>
  <w:p w14:paraId="3870D7D9" w14:textId="77777777" w:rsidR="00365FD8" w:rsidRPr="00365FD8" w:rsidRDefault="00365FD8" w:rsidP="00365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2D36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" w15:restartNumberingAfterBreak="0">
    <w:nsid w:val="0F736E86"/>
    <w:multiLevelType w:val="hybridMultilevel"/>
    <w:tmpl w:val="A468A200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33F0"/>
    <w:multiLevelType w:val="hybridMultilevel"/>
    <w:tmpl w:val="6C7EB906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56FBC"/>
    <w:multiLevelType w:val="hybridMultilevel"/>
    <w:tmpl w:val="AAD63F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7D00"/>
    <w:multiLevelType w:val="hybridMultilevel"/>
    <w:tmpl w:val="7B68B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7F5C"/>
    <w:multiLevelType w:val="hybridMultilevel"/>
    <w:tmpl w:val="3EF234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0666E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9" w15:restartNumberingAfterBreak="0">
    <w:nsid w:val="4663100C"/>
    <w:multiLevelType w:val="hybridMultilevel"/>
    <w:tmpl w:val="2F9AAC9E"/>
    <w:lvl w:ilvl="0" w:tplc="6EEEFE44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0" w15:restartNumberingAfterBreak="0">
    <w:nsid w:val="4BB776B7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1" w15:restartNumberingAfterBreak="0">
    <w:nsid w:val="4BD14A5D"/>
    <w:multiLevelType w:val="hybridMultilevel"/>
    <w:tmpl w:val="2AC065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0044A"/>
    <w:multiLevelType w:val="hybridMultilevel"/>
    <w:tmpl w:val="57BADEAA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82DBE"/>
    <w:multiLevelType w:val="hybridMultilevel"/>
    <w:tmpl w:val="1F148C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720EA"/>
    <w:multiLevelType w:val="hybridMultilevel"/>
    <w:tmpl w:val="EC262C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351029"/>
    <w:multiLevelType w:val="hybridMultilevel"/>
    <w:tmpl w:val="5C7C8A7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40C3A"/>
    <w:multiLevelType w:val="hybridMultilevel"/>
    <w:tmpl w:val="98F2F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846B7"/>
    <w:multiLevelType w:val="hybridMultilevel"/>
    <w:tmpl w:val="5C50C1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42773"/>
    <w:multiLevelType w:val="hybridMultilevel"/>
    <w:tmpl w:val="356483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E01C7"/>
    <w:multiLevelType w:val="hybridMultilevel"/>
    <w:tmpl w:val="D74AB4FA"/>
    <w:lvl w:ilvl="0" w:tplc="924846F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778438">
    <w:abstractNumId w:val="9"/>
  </w:num>
  <w:num w:numId="2" w16cid:durableId="714355325">
    <w:abstractNumId w:val="2"/>
  </w:num>
  <w:num w:numId="3" w16cid:durableId="1162309067">
    <w:abstractNumId w:val="8"/>
  </w:num>
  <w:num w:numId="4" w16cid:durableId="177231008">
    <w:abstractNumId w:val="0"/>
  </w:num>
  <w:num w:numId="5" w16cid:durableId="1556552131">
    <w:abstractNumId w:val="10"/>
  </w:num>
  <w:num w:numId="6" w16cid:durableId="1453861739">
    <w:abstractNumId w:val="1"/>
  </w:num>
  <w:num w:numId="7" w16cid:durableId="1684821980">
    <w:abstractNumId w:val="5"/>
  </w:num>
  <w:num w:numId="8" w16cid:durableId="1515345111">
    <w:abstractNumId w:val="13"/>
  </w:num>
  <w:num w:numId="9" w16cid:durableId="2119983221">
    <w:abstractNumId w:val="17"/>
  </w:num>
  <w:num w:numId="10" w16cid:durableId="1521119255">
    <w:abstractNumId w:val="15"/>
  </w:num>
  <w:num w:numId="11" w16cid:durableId="1338075838">
    <w:abstractNumId w:val="18"/>
  </w:num>
  <w:num w:numId="12" w16cid:durableId="84687604">
    <w:abstractNumId w:val="16"/>
  </w:num>
  <w:num w:numId="13" w16cid:durableId="1275551786">
    <w:abstractNumId w:val="14"/>
  </w:num>
  <w:num w:numId="14" w16cid:durableId="1056319384">
    <w:abstractNumId w:val="11"/>
  </w:num>
  <w:num w:numId="15" w16cid:durableId="1393194670">
    <w:abstractNumId w:val="3"/>
  </w:num>
  <w:num w:numId="16" w16cid:durableId="1211379270">
    <w:abstractNumId w:val="4"/>
  </w:num>
  <w:num w:numId="17" w16cid:durableId="586037386">
    <w:abstractNumId w:val="7"/>
  </w:num>
  <w:num w:numId="18" w16cid:durableId="1253584606">
    <w:abstractNumId w:val="6"/>
  </w:num>
  <w:num w:numId="19" w16cid:durableId="2043048325">
    <w:abstractNumId w:val="12"/>
  </w:num>
  <w:num w:numId="20" w16cid:durableId="5879260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hdrShapeDefaults>
    <o:shapedefaults v:ext="edit" spidmax="2050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73"/>
    <w:rsid w:val="00006BA5"/>
    <w:rsid w:val="000134E9"/>
    <w:rsid w:val="00013AD6"/>
    <w:rsid w:val="000222D5"/>
    <w:rsid w:val="000342E0"/>
    <w:rsid w:val="00042232"/>
    <w:rsid w:val="00046C1B"/>
    <w:rsid w:val="00050837"/>
    <w:rsid w:val="00065338"/>
    <w:rsid w:val="00065B58"/>
    <w:rsid w:val="000713A5"/>
    <w:rsid w:val="000A2D75"/>
    <w:rsid w:val="000A6F80"/>
    <w:rsid w:val="000A7C48"/>
    <w:rsid w:val="000B2F39"/>
    <w:rsid w:val="000B2F8A"/>
    <w:rsid w:val="000D02AE"/>
    <w:rsid w:val="000E1FA7"/>
    <w:rsid w:val="000F2FF4"/>
    <w:rsid w:val="000F3784"/>
    <w:rsid w:val="00103F91"/>
    <w:rsid w:val="001107D7"/>
    <w:rsid w:val="0012058A"/>
    <w:rsid w:val="00124474"/>
    <w:rsid w:val="0012799F"/>
    <w:rsid w:val="0015682A"/>
    <w:rsid w:val="00164148"/>
    <w:rsid w:val="001731F7"/>
    <w:rsid w:val="00183D32"/>
    <w:rsid w:val="00195C5D"/>
    <w:rsid w:val="001A38FC"/>
    <w:rsid w:val="001A6417"/>
    <w:rsid w:val="001C157F"/>
    <w:rsid w:val="001C17AF"/>
    <w:rsid w:val="001C69F4"/>
    <w:rsid w:val="001C6F48"/>
    <w:rsid w:val="001D3C22"/>
    <w:rsid w:val="001D600F"/>
    <w:rsid w:val="001F2177"/>
    <w:rsid w:val="001F527A"/>
    <w:rsid w:val="0020040F"/>
    <w:rsid w:val="00200A1E"/>
    <w:rsid w:val="0021019A"/>
    <w:rsid w:val="00216CB1"/>
    <w:rsid w:val="002278A6"/>
    <w:rsid w:val="00235D8D"/>
    <w:rsid w:val="0023705D"/>
    <w:rsid w:val="002464F7"/>
    <w:rsid w:val="002468D2"/>
    <w:rsid w:val="00254634"/>
    <w:rsid w:val="00261DC2"/>
    <w:rsid w:val="002631D5"/>
    <w:rsid w:val="002666B6"/>
    <w:rsid w:val="00270E42"/>
    <w:rsid w:val="00271106"/>
    <w:rsid w:val="00274525"/>
    <w:rsid w:val="00284E03"/>
    <w:rsid w:val="00285724"/>
    <w:rsid w:val="002877E8"/>
    <w:rsid w:val="00293F6A"/>
    <w:rsid w:val="0029484D"/>
    <w:rsid w:val="00294FB0"/>
    <w:rsid w:val="002955CB"/>
    <w:rsid w:val="00295642"/>
    <w:rsid w:val="00297CCA"/>
    <w:rsid w:val="002A035E"/>
    <w:rsid w:val="002A217C"/>
    <w:rsid w:val="002A4C01"/>
    <w:rsid w:val="002A633C"/>
    <w:rsid w:val="002A6FDC"/>
    <w:rsid w:val="002B06BA"/>
    <w:rsid w:val="002B5A3D"/>
    <w:rsid w:val="002C03FA"/>
    <w:rsid w:val="002C0464"/>
    <w:rsid w:val="002C3882"/>
    <w:rsid w:val="002D05A7"/>
    <w:rsid w:val="002D1F23"/>
    <w:rsid w:val="002D3295"/>
    <w:rsid w:val="002D7B81"/>
    <w:rsid w:val="002E1DAE"/>
    <w:rsid w:val="002E6987"/>
    <w:rsid w:val="002E7ED3"/>
    <w:rsid w:val="002F2C3C"/>
    <w:rsid w:val="002F7F39"/>
    <w:rsid w:val="00301621"/>
    <w:rsid w:val="00302186"/>
    <w:rsid w:val="003047B2"/>
    <w:rsid w:val="00306976"/>
    <w:rsid w:val="003120A1"/>
    <w:rsid w:val="0031214F"/>
    <w:rsid w:val="003315C7"/>
    <w:rsid w:val="00335AF7"/>
    <w:rsid w:val="00345DA2"/>
    <w:rsid w:val="00361B87"/>
    <w:rsid w:val="00365FD8"/>
    <w:rsid w:val="0037411B"/>
    <w:rsid w:val="00377544"/>
    <w:rsid w:val="00387DD4"/>
    <w:rsid w:val="003934E0"/>
    <w:rsid w:val="003A1AB0"/>
    <w:rsid w:val="003B02A3"/>
    <w:rsid w:val="003B1484"/>
    <w:rsid w:val="003D04E1"/>
    <w:rsid w:val="003D21C4"/>
    <w:rsid w:val="003E16FD"/>
    <w:rsid w:val="003E2161"/>
    <w:rsid w:val="003E5182"/>
    <w:rsid w:val="003E6A01"/>
    <w:rsid w:val="003F23AB"/>
    <w:rsid w:val="003F5458"/>
    <w:rsid w:val="00407CAD"/>
    <w:rsid w:val="00415970"/>
    <w:rsid w:val="00417487"/>
    <w:rsid w:val="00421EB9"/>
    <w:rsid w:val="00423CF0"/>
    <w:rsid w:val="00424CDD"/>
    <w:rsid w:val="004257E1"/>
    <w:rsid w:val="00437F6B"/>
    <w:rsid w:val="00444557"/>
    <w:rsid w:val="00450EE0"/>
    <w:rsid w:val="00455BC5"/>
    <w:rsid w:val="00456844"/>
    <w:rsid w:val="004720DA"/>
    <w:rsid w:val="00472CC1"/>
    <w:rsid w:val="00480919"/>
    <w:rsid w:val="00490935"/>
    <w:rsid w:val="00490C71"/>
    <w:rsid w:val="004911EB"/>
    <w:rsid w:val="00493740"/>
    <w:rsid w:val="00495391"/>
    <w:rsid w:val="004A1D5D"/>
    <w:rsid w:val="004A4B3A"/>
    <w:rsid w:val="004F0572"/>
    <w:rsid w:val="004F3875"/>
    <w:rsid w:val="00501668"/>
    <w:rsid w:val="00503C71"/>
    <w:rsid w:val="00505FE4"/>
    <w:rsid w:val="00511C1F"/>
    <w:rsid w:val="00522770"/>
    <w:rsid w:val="00524136"/>
    <w:rsid w:val="0052641E"/>
    <w:rsid w:val="005338AB"/>
    <w:rsid w:val="00541F09"/>
    <w:rsid w:val="0054515E"/>
    <w:rsid w:val="00546FF3"/>
    <w:rsid w:val="005473D0"/>
    <w:rsid w:val="005517FE"/>
    <w:rsid w:val="00552BAC"/>
    <w:rsid w:val="005540F8"/>
    <w:rsid w:val="005561E5"/>
    <w:rsid w:val="005609CC"/>
    <w:rsid w:val="00563E95"/>
    <w:rsid w:val="00565976"/>
    <w:rsid w:val="00571DCF"/>
    <w:rsid w:val="00577068"/>
    <w:rsid w:val="00577405"/>
    <w:rsid w:val="0058133C"/>
    <w:rsid w:val="00593C6B"/>
    <w:rsid w:val="00594128"/>
    <w:rsid w:val="005A2716"/>
    <w:rsid w:val="005A5D20"/>
    <w:rsid w:val="005D697D"/>
    <w:rsid w:val="005E1E12"/>
    <w:rsid w:val="005E6990"/>
    <w:rsid w:val="00613455"/>
    <w:rsid w:val="00614BB7"/>
    <w:rsid w:val="0062767A"/>
    <w:rsid w:val="00631A0C"/>
    <w:rsid w:val="006329E8"/>
    <w:rsid w:val="006368F0"/>
    <w:rsid w:val="00643C8A"/>
    <w:rsid w:val="006541BC"/>
    <w:rsid w:val="00663888"/>
    <w:rsid w:val="00667BF0"/>
    <w:rsid w:val="00670B03"/>
    <w:rsid w:val="006713AC"/>
    <w:rsid w:val="00680592"/>
    <w:rsid w:val="00685B86"/>
    <w:rsid w:val="006861D3"/>
    <w:rsid w:val="00687960"/>
    <w:rsid w:val="00694E87"/>
    <w:rsid w:val="006C0E4F"/>
    <w:rsid w:val="006C1262"/>
    <w:rsid w:val="006C5F8E"/>
    <w:rsid w:val="006D080C"/>
    <w:rsid w:val="006D0DB7"/>
    <w:rsid w:val="006E0CC1"/>
    <w:rsid w:val="006E1663"/>
    <w:rsid w:val="006E295A"/>
    <w:rsid w:val="006E732B"/>
    <w:rsid w:val="006F5F4F"/>
    <w:rsid w:val="00702121"/>
    <w:rsid w:val="00703BCB"/>
    <w:rsid w:val="007044DF"/>
    <w:rsid w:val="00705C2A"/>
    <w:rsid w:val="007211E9"/>
    <w:rsid w:val="0073200D"/>
    <w:rsid w:val="0073225E"/>
    <w:rsid w:val="00743B65"/>
    <w:rsid w:val="007453F9"/>
    <w:rsid w:val="00752F18"/>
    <w:rsid w:val="00764EC8"/>
    <w:rsid w:val="00773A90"/>
    <w:rsid w:val="007763D1"/>
    <w:rsid w:val="00785BE3"/>
    <w:rsid w:val="00793AF8"/>
    <w:rsid w:val="00793F8D"/>
    <w:rsid w:val="007A4C1F"/>
    <w:rsid w:val="007B1A06"/>
    <w:rsid w:val="007B390F"/>
    <w:rsid w:val="007C0E98"/>
    <w:rsid w:val="007C53A7"/>
    <w:rsid w:val="007D129E"/>
    <w:rsid w:val="007D2125"/>
    <w:rsid w:val="007F1AA1"/>
    <w:rsid w:val="007F1AAC"/>
    <w:rsid w:val="007F799F"/>
    <w:rsid w:val="00803940"/>
    <w:rsid w:val="008312AF"/>
    <w:rsid w:val="00846F56"/>
    <w:rsid w:val="00861541"/>
    <w:rsid w:val="00865359"/>
    <w:rsid w:val="00870F4B"/>
    <w:rsid w:val="008729E3"/>
    <w:rsid w:val="00881F00"/>
    <w:rsid w:val="0088629F"/>
    <w:rsid w:val="0089363D"/>
    <w:rsid w:val="00897145"/>
    <w:rsid w:val="008971B4"/>
    <w:rsid w:val="008A2671"/>
    <w:rsid w:val="008A4134"/>
    <w:rsid w:val="008A5FA6"/>
    <w:rsid w:val="008C567D"/>
    <w:rsid w:val="008D789D"/>
    <w:rsid w:val="008E18F5"/>
    <w:rsid w:val="00901E9D"/>
    <w:rsid w:val="009179A7"/>
    <w:rsid w:val="0095771F"/>
    <w:rsid w:val="00960940"/>
    <w:rsid w:val="009632E3"/>
    <w:rsid w:val="00974D69"/>
    <w:rsid w:val="00981CEE"/>
    <w:rsid w:val="009A4B16"/>
    <w:rsid w:val="009B5C73"/>
    <w:rsid w:val="009B777D"/>
    <w:rsid w:val="009C0EC3"/>
    <w:rsid w:val="009C7F3C"/>
    <w:rsid w:val="009D00B6"/>
    <w:rsid w:val="009D0BE1"/>
    <w:rsid w:val="009D21BA"/>
    <w:rsid w:val="009D3F5D"/>
    <w:rsid w:val="009E2C1F"/>
    <w:rsid w:val="009F70FB"/>
    <w:rsid w:val="00A00356"/>
    <w:rsid w:val="00A01059"/>
    <w:rsid w:val="00A01AF7"/>
    <w:rsid w:val="00A12587"/>
    <w:rsid w:val="00A12DF2"/>
    <w:rsid w:val="00A24A64"/>
    <w:rsid w:val="00A26B49"/>
    <w:rsid w:val="00A2726A"/>
    <w:rsid w:val="00A32632"/>
    <w:rsid w:val="00A34FA6"/>
    <w:rsid w:val="00A372D0"/>
    <w:rsid w:val="00A416BB"/>
    <w:rsid w:val="00A41CEE"/>
    <w:rsid w:val="00A52B91"/>
    <w:rsid w:val="00A530A5"/>
    <w:rsid w:val="00A63866"/>
    <w:rsid w:val="00A6510B"/>
    <w:rsid w:val="00A7583B"/>
    <w:rsid w:val="00A803BD"/>
    <w:rsid w:val="00A83C5C"/>
    <w:rsid w:val="00A85102"/>
    <w:rsid w:val="00AA63E2"/>
    <w:rsid w:val="00AB2EFF"/>
    <w:rsid w:val="00AB435C"/>
    <w:rsid w:val="00AD7545"/>
    <w:rsid w:val="00AF193E"/>
    <w:rsid w:val="00AF1BFA"/>
    <w:rsid w:val="00B006EB"/>
    <w:rsid w:val="00B11431"/>
    <w:rsid w:val="00B16E63"/>
    <w:rsid w:val="00B22C52"/>
    <w:rsid w:val="00B307EC"/>
    <w:rsid w:val="00B31E50"/>
    <w:rsid w:val="00B3246D"/>
    <w:rsid w:val="00B33631"/>
    <w:rsid w:val="00B43404"/>
    <w:rsid w:val="00B458BE"/>
    <w:rsid w:val="00B650B1"/>
    <w:rsid w:val="00B675C5"/>
    <w:rsid w:val="00B716EC"/>
    <w:rsid w:val="00B746FC"/>
    <w:rsid w:val="00B76351"/>
    <w:rsid w:val="00B83720"/>
    <w:rsid w:val="00B93AF1"/>
    <w:rsid w:val="00BB3DCC"/>
    <w:rsid w:val="00BC5C92"/>
    <w:rsid w:val="00BC72C4"/>
    <w:rsid w:val="00BD1671"/>
    <w:rsid w:val="00BE6957"/>
    <w:rsid w:val="00BF43B6"/>
    <w:rsid w:val="00C02658"/>
    <w:rsid w:val="00C02E3D"/>
    <w:rsid w:val="00C10DB1"/>
    <w:rsid w:val="00C307E2"/>
    <w:rsid w:val="00C44CE6"/>
    <w:rsid w:val="00C47F29"/>
    <w:rsid w:val="00C6029D"/>
    <w:rsid w:val="00C62942"/>
    <w:rsid w:val="00C65171"/>
    <w:rsid w:val="00C6598F"/>
    <w:rsid w:val="00C66DD3"/>
    <w:rsid w:val="00C710E8"/>
    <w:rsid w:val="00C713A6"/>
    <w:rsid w:val="00C7410B"/>
    <w:rsid w:val="00C74244"/>
    <w:rsid w:val="00C748CE"/>
    <w:rsid w:val="00C74D85"/>
    <w:rsid w:val="00C80321"/>
    <w:rsid w:val="00C8400B"/>
    <w:rsid w:val="00CA30DF"/>
    <w:rsid w:val="00CA45B0"/>
    <w:rsid w:val="00CA56F8"/>
    <w:rsid w:val="00CB07D3"/>
    <w:rsid w:val="00CB795A"/>
    <w:rsid w:val="00CC28E2"/>
    <w:rsid w:val="00CC3F7C"/>
    <w:rsid w:val="00CE2555"/>
    <w:rsid w:val="00D0628D"/>
    <w:rsid w:val="00D10A95"/>
    <w:rsid w:val="00D26036"/>
    <w:rsid w:val="00D37362"/>
    <w:rsid w:val="00D44050"/>
    <w:rsid w:val="00D44808"/>
    <w:rsid w:val="00D4768F"/>
    <w:rsid w:val="00D54D7A"/>
    <w:rsid w:val="00D5591A"/>
    <w:rsid w:val="00D60E0B"/>
    <w:rsid w:val="00D656EB"/>
    <w:rsid w:val="00D72DD7"/>
    <w:rsid w:val="00D816D7"/>
    <w:rsid w:val="00D84818"/>
    <w:rsid w:val="00D945A0"/>
    <w:rsid w:val="00D9517D"/>
    <w:rsid w:val="00DA16E1"/>
    <w:rsid w:val="00DA65CD"/>
    <w:rsid w:val="00DB4B89"/>
    <w:rsid w:val="00DC46BF"/>
    <w:rsid w:val="00DC7243"/>
    <w:rsid w:val="00DD476C"/>
    <w:rsid w:val="00DD4FA2"/>
    <w:rsid w:val="00DD565D"/>
    <w:rsid w:val="00DD7A0D"/>
    <w:rsid w:val="00DE28F6"/>
    <w:rsid w:val="00E04AFA"/>
    <w:rsid w:val="00E06420"/>
    <w:rsid w:val="00E23009"/>
    <w:rsid w:val="00E31E6E"/>
    <w:rsid w:val="00E32BDB"/>
    <w:rsid w:val="00E34F68"/>
    <w:rsid w:val="00E44F0B"/>
    <w:rsid w:val="00E45619"/>
    <w:rsid w:val="00E47E78"/>
    <w:rsid w:val="00E52C63"/>
    <w:rsid w:val="00E52EDA"/>
    <w:rsid w:val="00E62693"/>
    <w:rsid w:val="00E7004C"/>
    <w:rsid w:val="00E74DDF"/>
    <w:rsid w:val="00E753B0"/>
    <w:rsid w:val="00E75E17"/>
    <w:rsid w:val="00E846A1"/>
    <w:rsid w:val="00E85025"/>
    <w:rsid w:val="00E97FC9"/>
    <w:rsid w:val="00EA58B6"/>
    <w:rsid w:val="00EA6596"/>
    <w:rsid w:val="00EB1562"/>
    <w:rsid w:val="00EB255D"/>
    <w:rsid w:val="00EB4474"/>
    <w:rsid w:val="00EC08F9"/>
    <w:rsid w:val="00EC10C4"/>
    <w:rsid w:val="00EC58B1"/>
    <w:rsid w:val="00ED4E38"/>
    <w:rsid w:val="00EE067F"/>
    <w:rsid w:val="00EE1A30"/>
    <w:rsid w:val="00EF2851"/>
    <w:rsid w:val="00EF3D45"/>
    <w:rsid w:val="00F00427"/>
    <w:rsid w:val="00F147B3"/>
    <w:rsid w:val="00F251CA"/>
    <w:rsid w:val="00F3312E"/>
    <w:rsid w:val="00F3591A"/>
    <w:rsid w:val="00F372CB"/>
    <w:rsid w:val="00F501AC"/>
    <w:rsid w:val="00F522FF"/>
    <w:rsid w:val="00F76F38"/>
    <w:rsid w:val="00F8228F"/>
    <w:rsid w:val="00F83985"/>
    <w:rsid w:val="00F84094"/>
    <w:rsid w:val="00F85197"/>
    <w:rsid w:val="00FA09CB"/>
    <w:rsid w:val="00FA76AC"/>
    <w:rsid w:val="00FB1E27"/>
    <w:rsid w:val="00FC27E8"/>
    <w:rsid w:val="00FC789B"/>
    <w:rsid w:val="00FD036C"/>
    <w:rsid w:val="00FE12FD"/>
    <w:rsid w:val="00FE2F63"/>
    <w:rsid w:val="00FE3084"/>
    <w:rsid w:val="00FF0B17"/>
    <w:rsid w:val="00FF2692"/>
    <w:rsid w:val="00FF49C3"/>
    <w:rsid w:val="00FF508F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</o:shapedefaults>
    <o:shapelayout v:ext="edit">
      <o:idmap v:ext="edit" data="2"/>
    </o:shapelayout>
  </w:shapeDefaults>
  <w:decimalSymbol w:val=","/>
  <w:listSeparator w:val=";"/>
  <w14:docId w14:val="3874F14E"/>
  <w15:docId w15:val="{694DB0BC-A632-4B3C-BA22-4332BC76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qFormat/>
    <w:rsid w:val="00E753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ttotitolo">
    <w:name w:val="Subtitle"/>
    <w:basedOn w:val="Normale"/>
    <w:qFormat/>
    <w:pPr>
      <w:jc w:val="center"/>
    </w:pPr>
    <w:rPr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7763D1"/>
    <w:pPr>
      <w:jc w:val="center"/>
    </w:pPr>
    <w:rPr>
      <w:rFonts w:ascii="CG Times" w:hAnsi="CG Times"/>
      <w:sz w:val="40"/>
    </w:rPr>
  </w:style>
  <w:style w:type="paragraph" w:styleId="Testofumetto">
    <w:name w:val="Balloon Text"/>
    <w:basedOn w:val="Normale"/>
    <w:semiHidden/>
    <w:rsid w:val="00571DC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0F3784"/>
    <w:pPr>
      <w:spacing w:before="225" w:after="225"/>
      <w:ind w:left="225" w:right="225"/>
    </w:pPr>
  </w:style>
  <w:style w:type="paragraph" w:styleId="Mappadocumento">
    <w:name w:val="Document Map"/>
    <w:basedOn w:val="Normale"/>
    <w:semiHidden/>
    <w:rsid w:val="00F501A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gliatabella">
    <w:name w:val="Table Grid"/>
    <w:basedOn w:val="Tabellanormale"/>
    <w:rsid w:val="00893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78A6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391"/>
    <w:rPr>
      <w:sz w:val="24"/>
      <w:szCs w:val="24"/>
    </w:rPr>
  </w:style>
  <w:style w:type="paragraph" w:customStyle="1" w:styleId="Oggetto">
    <w:name w:val="Oggetto"/>
    <w:basedOn w:val="Normale"/>
    <w:link w:val="Ogget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  <w:b/>
    </w:rPr>
  </w:style>
  <w:style w:type="paragraph" w:customStyle="1" w:styleId="Destinatari">
    <w:name w:val="Destinatari"/>
    <w:basedOn w:val="Normale"/>
    <w:link w:val="DestinatariCarattere"/>
    <w:qFormat/>
    <w:rsid w:val="00254634"/>
    <w:pPr>
      <w:jc w:val="right"/>
    </w:pPr>
    <w:rPr>
      <w:rFonts w:ascii="Book Antiqua" w:hAnsi="Book Antiqua"/>
    </w:rPr>
  </w:style>
  <w:style w:type="character" w:customStyle="1" w:styleId="OggettoCarattere">
    <w:name w:val="Oggetto Carattere"/>
    <w:basedOn w:val="Carpredefinitoparagrafo"/>
    <w:link w:val="Oggetto"/>
    <w:rsid w:val="00254634"/>
    <w:rPr>
      <w:rFonts w:ascii="Book Antiqua" w:hAnsi="Book Antiqua"/>
      <w:b/>
      <w:sz w:val="24"/>
      <w:szCs w:val="24"/>
    </w:rPr>
  </w:style>
  <w:style w:type="paragraph" w:customStyle="1" w:styleId="CorpoDelTesto">
    <w:name w:val="CorpoDelTesto"/>
    <w:basedOn w:val="Normale"/>
    <w:link w:val="CorpoDelTes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</w:rPr>
  </w:style>
  <w:style w:type="character" w:customStyle="1" w:styleId="DestinatariCarattere">
    <w:name w:val="Destinatari Carattere"/>
    <w:basedOn w:val="Carpredefinitoparagrafo"/>
    <w:link w:val="Destinatari"/>
    <w:rsid w:val="00254634"/>
    <w:rPr>
      <w:rFonts w:ascii="Book Antiqua" w:hAnsi="Book Antiqua"/>
      <w:sz w:val="24"/>
      <w:szCs w:val="24"/>
    </w:rPr>
  </w:style>
  <w:style w:type="character" w:customStyle="1" w:styleId="CorpoDelTestoCarattere">
    <w:name w:val="CorpoDelTesto Carattere"/>
    <w:basedOn w:val="Carpredefinitoparagrafo"/>
    <w:link w:val="CorpoDelTesto"/>
    <w:rsid w:val="00254634"/>
    <w:rPr>
      <w:rFonts w:ascii="Book Antiqua" w:hAnsi="Book Antiqua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3A1AB0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5C73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E7E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E7ED3"/>
  </w:style>
  <w:style w:type="character" w:styleId="Rimandonotaapidipagina">
    <w:name w:val="footnote reference"/>
    <w:basedOn w:val="Carpredefinitoparagrafo"/>
    <w:semiHidden/>
    <w:unhideWhenUsed/>
    <w:rsid w:val="002E7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85\Desktop\ModelloDocumenti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4828-63D8-49BA-AF87-F1FFCA1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ModelloDocumentiUSR.dotx</Template>
  <TotalTime>43</TotalTime>
  <Pages>1</Pages>
  <Words>140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1011</CharactersWithSpaces>
  <SharedDoc>false</SharedDoc>
  <HLinks>
    <vt:vector size="12" baseType="variant">
      <vt:variant>
        <vt:i4>4784204</vt:i4>
      </vt:variant>
      <vt:variant>
        <vt:i4>6</vt:i4>
      </vt:variant>
      <vt:variant>
        <vt:i4>0</vt:i4>
      </vt:variant>
      <vt:variant>
        <vt:i4>5</vt:i4>
      </vt:variant>
      <vt:variant>
        <vt:lpwstr>http://www.istruzione.perugia.it/</vt:lpwstr>
      </vt:variant>
      <vt:variant>
        <vt:lpwstr/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http://www.istruzione.umbria.it/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Parrettini Cristiano</dc:creator>
  <cp:lastModifiedBy>Parrettini Cristiano</cp:lastModifiedBy>
  <cp:revision>60</cp:revision>
  <cp:lastPrinted>2016-07-28T09:27:00Z</cp:lastPrinted>
  <dcterms:created xsi:type="dcterms:W3CDTF">2022-04-05T11:35:00Z</dcterms:created>
  <dcterms:modified xsi:type="dcterms:W3CDTF">2026-01-09T13:48:00Z</dcterms:modified>
</cp:coreProperties>
</file>